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863" w:rsidRPr="00CF3863" w:rsidRDefault="00CF3863" w:rsidP="00CF3863">
      <w:pPr>
        <w:spacing w:after="40" w:line="320" w:lineRule="atLeast"/>
        <w:rPr>
          <w:b/>
          <w:bCs/>
          <w:lang w:eastAsia="ar-SA"/>
        </w:rPr>
      </w:pPr>
      <w:r w:rsidRPr="00CF3863"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0FE688" wp14:editId="060BA702">
                <wp:simplePos x="0" y="0"/>
                <wp:positionH relativeFrom="column">
                  <wp:posOffset>-248285</wp:posOffset>
                </wp:positionH>
                <wp:positionV relativeFrom="paragraph">
                  <wp:posOffset>239</wp:posOffset>
                </wp:positionV>
                <wp:extent cx="1333942" cy="1341893"/>
                <wp:effectExtent l="0" t="0" r="19050" b="10795"/>
                <wp:wrapSquare wrapText="bothSides"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942" cy="1341893"/>
                          <a:chOff x="0" y="0"/>
                          <a:chExt cx="1333942" cy="1341893"/>
                        </a:xfrm>
                      </wpg:grpSpPr>
                      <wps:wsp>
                        <wps:cNvPr id="29" name="Rechteck 29"/>
                        <wps:cNvSpPr/>
                        <wps:spPr>
                          <a:xfrm>
                            <a:off x="254442" y="262393"/>
                            <a:ext cx="1079500" cy="1079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feld 30"/>
                        <wps:cNvSpPr txBox="1"/>
                        <wps:spPr>
                          <a:xfrm>
                            <a:off x="644056" y="0"/>
                            <a:ext cx="270344" cy="2684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F3863" w:rsidRPr="0064388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  <w:p w:rsidR="00CF3863" w:rsidRPr="003904A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feld 31"/>
                        <wps:cNvSpPr txBox="1"/>
                        <wps:spPr>
                          <a:xfrm>
                            <a:off x="0" y="636105"/>
                            <a:ext cx="270344" cy="2684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F3863" w:rsidRPr="0064388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  <w:p w:rsidR="00CF3863" w:rsidRPr="003904A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8" o:spid="_x0000_s1026" style="position:absolute;margin-left:-19.55pt;margin-top:0;width:105.05pt;height:105.65pt;z-index:251659264;mso-width-relative:margin;mso-height-relative:margin" coordsize="13339,1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">
                <v:rect id="Rechteck 29" o:spid="_x0000_s1027" style="position:absolute;left:2544;top:2623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JXMYA&#10;AADbAAAADwAAAGRycy9kb3ducmV2LnhtbESPQWsCMRSE7wX/Q3iFXopmKyh2axQtbVl6Ea0eents&#10;nrtLk5clibr6601B8DjMzDfMdN5ZI47kQ+NYwcsgA0FcOt1wpWD789mfgAgRWaNxTArOFGA+6z1M&#10;MdfuxGs6bmIlEoRDjgrqGNtcylDWZDEMXEucvL3zFmOSvpLa4ynBrZHDLBtLiw2nhRpbeq+p/Nsc&#10;rILlelWcR/5yWBb779/dl9ldPp6NUk+P3eINRKQu3sO3dqEVDF/h/0v6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1JXMYAAADbAAAADwAAAAAAAAAAAAAAAACYAgAAZHJz&#10;L2Rvd25yZXYueG1sUEsFBgAAAAAEAAQA9QAAAIsDAAAAAA==&#10;" fillcolor="#5b9bd5" strokecolor="#41719c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30" o:spid="_x0000_s1028" type="#_x0000_t202" style="position:absolute;left:6440;width:2704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CF3863" w:rsidRPr="0064388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  <w:p w:rsidR="00CF3863" w:rsidRPr="003904A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4"/>
                          </w:rPr>
                        </w:pPr>
                      </w:p>
                    </w:txbxContent>
                  </v:textbox>
                </v:shape>
                <v:shape id="Textfeld 31" o:spid="_x0000_s1029" type="#_x0000_t202" style="position:absolute;top:6361;width:2703;height:2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CF3863" w:rsidRPr="0064388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  <w:p w:rsidR="00CF3863" w:rsidRPr="003904A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CF3863" w:rsidRPr="00CF3863" w:rsidRDefault="00CF3863" w:rsidP="00CF3863">
      <w:pPr>
        <w:spacing w:line="320" w:lineRule="atLeast"/>
        <w:jc w:val="both"/>
      </w:pPr>
      <m:oMath>
        <m:r>
          <w:rPr>
            <w:rFonts w:ascii="Cambria Math" w:hAnsi="Cambria Math"/>
          </w:rPr>
          <m:t>f</m:t>
        </m:r>
      </m:oMath>
      <w:r w:rsidRPr="00CF3863">
        <w:rPr>
          <w:noProof/>
        </w:rPr>
        <w:t xml:space="preserve"> ist d</w:t>
      </w:r>
      <w:proofErr w:type="spellStart"/>
      <w:r w:rsidRPr="00CF3863">
        <w:t>ie</w:t>
      </w:r>
      <w:proofErr w:type="spellEnd"/>
      <w:r w:rsidRPr="00CF3863">
        <w:t xml:space="preserve"> Funktion, die den Flächeninhalt des Quadrats in Abhängigkeit der Seitenlänge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angibt. Der Funktionsterm von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ist ______________.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Bestimmen wir den Definitionsbereich sowie den Wertebereich von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. 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Wir setzen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=y</m:t>
        </m:r>
      </m:oMath>
      <w:r w:rsidRPr="00CF3863">
        <w:t xml:space="preserve"> und lösen die Gleichung nach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auf. 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Wir vertauschen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und </w:t>
      </w:r>
      <m:oMath>
        <m:r>
          <w:rPr>
            <w:rFonts w:ascii="Cambria Math" w:hAnsi="Cambria Math"/>
          </w:rPr>
          <m:t>y</m:t>
        </m:r>
      </m:oMath>
      <w:r w:rsidRPr="00CF3863">
        <w:t xml:space="preserve"> und setzen </w:t>
      </w:r>
      <w:proofErr w:type="gramStart"/>
      <w:r w:rsidRPr="00CF3863">
        <w:t xml:space="preserve">dann </w:t>
      </w:r>
      <w:proofErr w:type="gramEnd"/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CF3863">
        <w:t xml:space="preserve">. So erhalten wir die </w:t>
      </w:r>
      <w:r w:rsidRPr="00CF3863">
        <w:rPr>
          <w:b/>
          <w:color w:val="000000"/>
        </w:rPr>
        <w:t>Umkehrfunktion</w:t>
      </w:r>
      <w:r w:rsidRPr="00CF3863">
        <w:rPr>
          <w:color w:val="00000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Pr="00CF3863">
        <w:t xml:space="preserve"> unserer ursprünglichen Funktion.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Bestimmen wir nun den Definitionsbereich sowie den Wertebereich der Umkehrfunktion.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__________________________________________________________________________ </w:t>
      </w:r>
    </w:p>
    <w:p w:rsidR="00CF3863" w:rsidRPr="00CF3863" w:rsidRDefault="00CF3863" w:rsidP="00CF3863">
      <w:pPr>
        <w:spacing w:line="320" w:lineRule="atLeast"/>
        <w:jc w:val="both"/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Betrachten wir das Schaubild der Wurzelfunktion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CF3863">
        <w:t xml:space="preserve"> .</w:t>
      </w:r>
    </w:p>
    <w:p w:rsidR="00CF3863" w:rsidRPr="00CF3863" w:rsidRDefault="00CF3863" w:rsidP="00CF3863">
      <w:pPr>
        <w:spacing w:line="320" w:lineRule="atLeast"/>
        <w:jc w:val="both"/>
      </w:pP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1181"/>
        <w:gridCol w:w="1153"/>
        <w:gridCol w:w="1153"/>
        <w:gridCol w:w="1154"/>
        <w:gridCol w:w="1154"/>
        <w:gridCol w:w="1154"/>
        <w:gridCol w:w="1183"/>
        <w:gridCol w:w="1154"/>
      </w:tblGrid>
      <w:tr w:rsidR="00CF3863" w:rsidRPr="00CF3863" w:rsidTr="00E57C30">
        <w:tc>
          <w:tcPr>
            <w:tcW w:w="1238" w:type="dxa"/>
          </w:tcPr>
          <w:p w:rsidR="00CF3863" w:rsidRPr="00CF3863" w:rsidRDefault="00CF3863" w:rsidP="00CF3863">
            <w:pPr>
              <w:spacing w:line="360" w:lineRule="auto"/>
              <w:rPr>
                <w:bCs/>
                <w:lang w:eastAsia="ar-SA"/>
              </w:rPr>
            </w:pPr>
            <m:oMathPara>
              <m:oMath>
                <m:r>
                  <w:rPr>
                    <w:rFonts w:ascii="Cambria Math" w:hAnsi="Cambria Math"/>
                    <w:lang w:eastAsia="ar-SA"/>
                  </w:rPr>
                  <m:t>x</m:t>
                </m:r>
              </m:oMath>
            </m:oMathPara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0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1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2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3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4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6,25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  <w:r w:rsidRPr="00CF3863">
              <w:rPr>
                <w:bCs/>
                <w:lang w:eastAsia="ar-SA"/>
              </w:rPr>
              <w:t>9</w:t>
            </w:r>
          </w:p>
        </w:tc>
      </w:tr>
      <w:tr w:rsidR="00CF3863" w:rsidRPr="00CF3863" w:rsidTr="00E57C30">
        <w:tc>
          <w:tcPr>
            <w:tcW w:w="1238" w:type="dxa"/>
          </w:tcPr>
          <w:p w:rsidR="00CF3863" w:rsidRPr="00CF3863" w:rsidRDefault="00CF3863" w:rsidP="00CF3863">
            <w:pPr>
              <w:spacing w:line="360" w:lineRule="auto"/>
              <w:rPr>
                <w:bCs/>
                <w:lang w:eastAsia="ar-SA"/>
              </w:rPr>
            </w:pPr>
            <m:oMathPara>
              <m:oMath>
                <m:r>
                  <w:rPr>
                    <w:rFonts w:ascii="Cambria Math" w:hAnsi="Cambria Math"/>
                    <w:lang w:eastAsia="ar-SA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lang w:eastAsia="ar-SA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eastAsia="ar-SA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60" w:lineRule="auto"/>
              <w:jc w:val="center"/>
              <w:rPr>
                <w:bCs/>
                <w:lang w:eastAsia="ar-SA"/>
              </w:rPr>
            </w:pPr>
          </w:p>
        </w:tc>
      </w:tr>
    </w:tbl>
    <w:p w:rsidR="00CF3863" w:rsidRPr="00CF3863" w:rsidRDefault="00CF3863" w:rsidP="00CF3863">
      <w:pPr>
        <w:spacing w:line="360" w:lineRule="auto"/>
        <w:rPr>
          <w:bCs/>
          <w:lang w:eastAsia="ar-SA"/>
        </w:rPr>
      </w:pPr>
      <w:r w:rsidRPr="00CF3863">
        <w:rPr>
          <w:bCs/>
          <w:lang w:eastAsia="ar-SA"/>
        </w:rPr>
        <w:t xml:space="preserve"> </w:t>
      </w:r>
    </w:p>
    <w:p w:rsidR="00CF3863" w:rsidRPr="00CF3863" w:rsidRDefault="00CF3863" w:rsidP="00CF3863">
      <w:pPr>
        <w:spacing w:line="360" w:lineRule="auto"/>
        <w:jc w:val="center"/>
        <w:rPr>
          <w:bCs/>
          <w:lang w:eastAsia="ar-SA"/>
        </w:rPr>
      </w:pPr>
      <w:r w:rsidRPr="00CF3863">
        <w:rPr>
          <w:noProof/>
        </w:rPr>
        <w:drawing>
          <wp:inline distT="0" distB="0" distL="0" distR="0" wp14:anchorId="0581B9BE" wp14:editId="5CBF4F5D">
            <wp:extent cx="4680000" cy="3240762"/>
            <wp:effectExtent l="0" t="0" r="6350" b="0"/>
            <wp:docPr id="193" name="Grafik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0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63" w:rsidRPr="00CF3863" w:rsidRDefault="00CF3863" w:rsidP="00CF3863">
      <w:pPr>
        <w:spacing w:line="360" w:lineRule="auto"/>
        <w:rPr>
          <w:bCs/>
          <w:lang w:eastAsia="ar-SA"/>
        </w:rPr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Ein Quadrat mit dem Flächeninhalt 7,5 FE hat eine Kantenlänge von ca. _______ LE. </w:t>
      </w:r>
      <w:r w:rsidRPr="00CF3863">
        <w:rPr>
          <w:b/>
          <w:color w:val="FF0000"/>
        </w:rPr>
        <w:br w:type="page"/>
      </w:r>
    </w:p>
    <w:p w:rsidR="00CF3863" w:rsidRPr="00CF3863" w:rsidRDefault="00CF3863" w:rsidP="00CF3863">
      <w:pPr>
        <w:spacing w:line="320" w:lineRule="atLeast"/>
        <w:jc w:val="both"/>
        <w:rPr>
          <w:b/>
          <w:color w:val="FF0000"/>
          <w:sz w:val="24"/>
        </w:rPr>
      </w:pPr>
      <w:r w:rsidRPr="00CF3863">
        <w:rPr>
          <w:b/>
          <w:color w:val="FF0000"/>
          <w:sz w:val="24"/>
        </w:rPr>
        <w:lastRenderedPageBreak/>
        <w:t xml:space="preserve">Lösung </w:t>
      </w:r>
    </w:p>
    <w:p w:rsidR="00CF3863" w:rsidRPr="00CF3863" w:rsidRDefault="00CF3863" w:rsidP="00CF3863">
      <w:pPr>
        <w:spacing w:after="40"/>
        <w:jc w:val="center"/>
        <w:rPr>
          <w:b/>
          <w:bCs/>
          <w:color w:val="FF0000"/>
          <w:lang w:eastAsia="ar-SA"/>
        </w:rPr>
      </w:pPr>
      <w:r w:rsidRPr="00CF3863">
        <w:rPr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6D50C13" wp14:editId="563CF650">
                <wp:simplePos x="0" y="0"/>
                <wp:positionH relativeFrom="column">
                  <wp:posOffset>-272415</wp:posOffset>
                </wp:positionH>
                <wp:positionV relativeFrom="paragraph">
                  <wp:posOffset>45720</wp:posOffset>
                </wp:positionV>
                <wp:extent cx="1333500" cy="1341755"/>
                <wp:effectExtent l="0" t="0" r="19050" b="10795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0" cy="1341755"/>
                          <a:chOff x="0" y="0"/>
                          <a:chExt cx="1333942" cy="1341893"/>
                        </a:xfrm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254442" y="262393"/>
                            <a:ext cx="1079500" cy="10795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644056" y="0"/>
                            <a:ext cx="269875" cy="267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F3863" w:rsidRPr="0064388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  <w:p w:rsidR="00CF3863" w:rsidRPr="003904A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feld 11"/>
                        <wps:cNvSpPr txBox="1"/>
                        <wps:spPr>
                          <a:xfrm>
                            <a:off x="0" y="628153"/>
                            <a:ext cx="269875" cy="267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CF3863" w:rsidRPr="0064388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8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8"/>
                                    </w:rPr>
                                    <m:t>x</m:t>
                                  </m:r>
                                </m:oMath>
                              </m:oMathPara>
                            </w:p>
                            <w:p w:rsidR="00CF3863" w:rsidRPr="003904A8" w:rsidRDefault="00CF3863" w:rsidP="00CF3863">
                              <w:pPr>
                                <w:pStyle w:val="Textkrper"/>
                                <w:spacing w:after="40"/>
                                <w:rPr>
                                  <w:rFonts w:ascii="Calibri" w:hAnsi="Calibri"/>
                                  <w:bCs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30" style="position:absolute;left:0;text-align:left;margin-left:-21.45pt;margin-top:3.6pt;width:105pt;height:105.65pt;z-index:251662336" coordsize="13339,13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">
                <v:rect id="Rechteck 12" o:spid="_x0000_s1031" style="position:absolute;left:2544;top:2623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URkMMA&#10;AADbAAAADwAAAGRycy9kb3ducmV2LnhtbERPTWsCMRC9C/6HMIVepGYrWGRrlCqtLF5EWw+9DZtx&#10;d2kyWZKoq7/eCAVv83ifM5131ogT+dA4VvA6zEAQl043XCn4+f56mYAIEVmjcUwKLhRgPuv3pphr&#10;d+YtnXaxEimEQ44K6hjbXMpQ1mQxDF1LnLiD8xZjgr6S2uM5hVsjR1n2Ji02nBpqbGlZU/m3O1oF&#10;i+2muIz99bgoDuvf/crsr58Do9TzU/fxDiJSFx/if3eh0/wR3H9J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URkMMAAADbAAAADwAAAAAAAAAAAAAAAACYAgAAZHJzL2Rv&#10;d25yZXYueG1sUEsFBgAAAAAEAAQA9QAAAIgDAAAAAA==&#10;" fillcolor="#5b9bd5" strokecolor="#41719c" strokeweight="1pt"/>
                <v:shape id="Textfeld 10" o:spid="_x0000_s1032" type="#_x0000_t202" style="position:absolute;left:6440;width:2699;height:2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CF3863" w:rsidRPr="0064388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  <w:p w:rsidR="00CF3863" w:rsidRPr="003904A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4"/>
                          </w:rPr>
                        </w:pPr>
                      </w:p>
                    </w:txbxContent>
                  </v:textbox>
                </v:shape>
                <v:shape id="Textfeld 11" o:spid="_x0000_s1033" type="#_x0000_t202" style="position:absolute;top:6281;width:2698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CF3863" w:rsidRPr="0064388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8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8"/>
                              </w:rPr>
                              <m:t>x</m:t>
                            </m:r>
                          </m:oMath>
                        </m:oMathPara>
                      </w:p>
                      <w:p w:rsidR="00CF3863" w:rsidRPr="003904A8" w:rsidRDefault="00CF3863" w:rsidP="00CF3863">
                        <w:pPr>
                          <w:pStyle w:val="Textkrper"/>
                          <w:spacing w:after="40"/>
                          <w:rPr>
                            <w:rFonts w:ascii="Calibri" w:hAnsi="Calibri"/>
                            <w:bCs/>
                            <w:sz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CF3863" w:rsidRPr="00CF3863" w:rsidRDefault="00CF3863" w:rsidP="00CF3863">
      <w:pPr>
        <w:spacing w:line="320" w:lineRule="atLeast"/>
        <w:jc w:val="both"/>
      </w:pPr>
      <m:oMath>
        <m:r>
          <w:rPr>
            <w:rFonts w:ascii="Cambria Math" w:hAnsi="Cambria Math"/>
          </w:rPr>
          <m:t>f</m:t>
        </m:r>
      </m:oMath>
      <w:r w:rsidRPr="00CF3863">
        <w:rPr>
          <w:noProof/>
        </w:rPr>
        <w:t xml:space="preserve"> ist d</w:t>
      </w:r>
      <w:proofErr w:type="spellStart"/>
      <w:r w:rsidRPr="00CF3863">
        <w:t>ie</w:t>
      </w:r>
      <w:proofErr w:type="spellEnd"/>
      <w:r w:rsidRPr="00CF3863">
        <w:t xml:space="preserve"> Funktion, die den Flächeninhalt des Quadrats in Abhängigkeit der Seitenlänge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angibt. Der Funktionsterm von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</w:t>
      </w:r>
      <w:proofErr w:type="gramStart"/>
      <w:r w:rsidRPr="00CF3863">
        <w:t xml:space="preserve">ist </w:t>
      </w:r>
      <w:proofErr w:type="gramEnd"/>
      <m:oMath>
        <m:r>
          <w:rPr>
            <w:rFonts w:ascii="Cambria Math" w:hAnsi="Cambria Math"/>
            <w:color w:val="FF0000"/>
          </w:rPr>
          <m:t>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</m:t>
        </m:r>
        <m:sSup>
          <m:sSupPr>
            <m:ctrlPr>
              <w:rPr>
                <w:rFonts w:ascii="Cambria Math" w:hAnsi="Cambria Math"/>
                <w:i/>
                <w:color w:val="FF0000"/>
              </w:rPr>
            </m:ctrlPr>
          </m:sSupPr>
          <m:e>
            <m:r>
              <w:rPr>
                <w:rFonts w:ascii="Cambria Math" w:hAnsi="Cambria Math"/>
                <w:color w:val="FF0000"/>
              </w:rPr>
              <m:t>x</m:t>
            </m:r>
          </m:e>
          <m:sup>
            <m:r>
              <w:rPr>
                <w:rFonts w:ascii="Cambria Math" w:hAnsi="Cambria Math"/>
                <w:color w:val="FF0000"/>
              </w:rPr>
              <m:t>2</m:t>
            </m:r>
          </m:sup>
        </m:sSup>
      </m:oMath>
      <w:r w:rsidRPr="00CF3863">
        <w:t xml:space="preserve">. 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Bestimmen wir den Definitionsbereich sowie den Wertebereich von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. </w:t>
      </w:r>
    </w:p>
    <w:p w:rsidR="00CF3863" w:rsidRPr="00CF3863" w:rsidRDefault="00CF3863" w:rsidP="00CF3863">
      <w:pPr>
        <w:spacing w:line="320" w:lineRule="atLeast"/>
        <w:jc w:val="both"/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D</m:t>
            </m:r>
            <m:r>
              <m:rPr>
                <m:scr m:val="double-struck"/>
              </m:rPr>
              <w:rPr>
                <w:rFonts w:ascii="Cambria Math" w:hAnsi="Cambria Math"/>
                <w:color w:val="FF0000"/>
              </w:rPr>
              <m:t>=R</m:t>
            </m:r>
          </m:e>
          <m:sub>
            <m:r>
              <w:rPr>
                <w:rFonts w:ascii="Cambria Math" w:hAnsi="Cambria Math"/>
                <w:color w:val="FF0000"/>
              </w:rPr>
              <m:t>+</m:t>
            </m:r>
          </m:sub>
        </m:sSub>
        <m:r>
          <w:rPr>
            <w:rFonts w:ascii="Cambria Math" w:hAnsi="Cambria Math"/>
            <w:color w:val="FF0000"/>
          </w:rPr>
          <m:t xml:space="preserve"> ,da es keine negative Kantenlänge gibt.    W=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/>
                <w:color w:val="FF0000"/>
              </w:rPr>
              <m:t>R</m:t>
            </m:r>
          </m:e>
          <m:sub>
            <m:r>
              <w:rPr>
                <w:rFonts w:ascii="Cambria Math" w:hAnsi="Cambria Math"/>
                <w:color w:val="FF0000"/>
              </w:rPr>
              <m:t>+</m:t>
            </m:r>
          </m:sub>
        </m:sSub>
      </m:oMath>
      <w:r w:rsidRPr="00CF3863">
        <w:rPr>
          <w:i/>
        </w:rPr>
        <w:t xml:space="preserve"> </w:t>
      </w:r>
      <w:r w:rsidRPr="00CF3863">
        <w:t xml:space="preserve">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Wir setzen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=y</m:t>
        </m:r>
      </m:oMath>
      <w:r w:rsidRPr="00CF3863">
        <w:t xml:space="preserve"> und lösen die Gleichung nach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auf.  </w:t>
      </w:r>
    </w:p>
    <w:p w:rsidR="00CF3863" w:rsidRPr="00CF3863" w:rsidRDefault="00CF3863" w:rsidP="00CF3863">
      <w:pPr>
        <w:spacing w:line="320" w:lineRule="atLeast"/>
        <w:rPr>
          <w:bCs/>
          <w:color w:val="FF0000"/>
          <w:lang w:eastAsia="ar-SA"/>
        </w:rPr>
      </w:pPr>
      <m:oMathPara>
        <m:oMath>
          <m:r>
            <w:rPr>
              <w:rFonts w:ascii="Cambria Math" w:hAnsi="Cambria Math"/>
              <w:color w:val="FF0000"/>
              <w:lang w:eastAsia="ar-SA"/>
            </w:rPr>
            <m:t>y=</m:t>
          </m:r>
          <m:sSup>
            <m:sSupPr>
              <m:ctrlPr>
                <w:rPr>
                  <w:rFonts w:ascii="Cambria Math" w:hAnsi="Cambria Math"/>
                  <w:bCs/>
                  <w:i/>
                  <w:color w:val="FF0000"/>
                  <w:lang w:eastAsia="ar-SA"/>
                </w:rPr>
              </m:ctrlPr>
            </m:sSupPr>
            <m:e>
              <m:r>
                <w:rPr>
                  <w:rFonts w:ascii="Cambria Math" w:hAnsi="Cambria Math"/>
                  <w:color w:val="FF0000"/>
                  <w:lang w:eastAsia="ar-SA"/>
                </w:rPr>
                <m:t>x</m:t>
              </m:r>
            </m:e>
            <m:sup>
              <m:r>
                <w:rPr>
                  <w:rFonts w:ascii="Cambria Math" w:hAnsi="Cambria Math"/>
                  <w:color w:val="FF0000"/>
                  <w:lang w:eastAsia="ar-SA"/>
                </w:rPr>
                <m:t>2</m:t>
              </m:r>
            </m:sup>
          </m:sSup>
        </m:oMath>
      </m:oMathPara>
    </w:p>
    <w:p w:rsidR="00CF3863" w:rsidRPr="00CF3863" w:rsidRDefault="00CF3863" w:rsidP="00CF3863">
      <w:pPr>
        <w:spacing w:line="320" w:lineRule="atLeast"/>
        <w:jc w:val="center"/>
        <w:rPr>
          <w:color w:val="FF0000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/>
          <m:e>
            <m:r>
              <w:rPr>
                <w:rFonts w:ascii="Cambria Math" w:hAnsi="Cambria Math"/>
                <w:color w:val="FF0000"/>
              </w:rPr>
              <m:t>y</m:t>
            </m:r>
          </m:e>
        </m:rad>
        <m:r>
          <w:rPr>
            <w:rFonts w:ascii="Cambria Math" w:hAnsi="Cambria Math"/>
            <w:color w:val="FF0000"/>
          </w:rPr>
          <m:t>=x</m:t>
        </m:r>
      </m:oMath>
      <w:r w:rsidRPr="00CF3863">
        <w:rPr>
          <w:color w:val="FF0000"/>
        </w:rPr>
        <w:t xml:space="preserve"> , nur positive Lösung, da x positiv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Wir vertauschen </w:t>
      </w:r>
      <m:oMath>
        <m:r>
          <w:rPr>
            <w:rFonts w:ascii="Cambria Math" w:hAnsi="Cambria Math"/>
          </w:rPr>
          <m:t>x</m:t>
        </m:r>
      </m:oMath>
      <w:r w:rsidRPr="00CF3863">
        <w:t xml:space="preserve"> und </w:t>
      </w:r>
      <m:oMath>
        <m:r>
          <w:rPr>
            <w:rFonts w:ascii="Cambria Math" w:hAnsi="Cambria Math"/>
          </w:rPr>
          <m:t>y</m:t>
        </m:r>
      </m:oMath>
      <w:r w:rsidRPr="00CF3863">
        <w:t xml:space="preserve"> und setzen dann</w:t>
      </w:r>
      <m:oMath>
        <m:r>
          <w:rPr>
            <w:rFonts w:ascii="Cambria Math" w:hAnsi="Cambria Math"/>
          </w:rPr>
          <m:t xml:space="preserve"> y=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</m:oMath>
      <w:r w:rsidRPr="00CF3863">
        <w:t xml:space="preserve">. So erhalten wir die </w:t>
      </w:r>
      <w:r w:rsidRPr="00CF3863">
        <w:rPr>
          <w:b/>
          <w:color w:val="000000"/>
        </w:rPr>
        <w:t>Umkehrfunktion</w:t>
      </w:r>
      <w:r w:rsidRPr="00CF3863">
        <w:rPr>
          <w:color w:val="00000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Pr="00CF3863">
        <w:t xml:space="preserve"> unserer ursprünglichen Funktion. </w:t>
      </w:r>
    </w:p>
    <w:p w:rsidR="00CF3863" w:rsidRPr="00CF3863" w:rsidRDefault="00CF3863" w:rsidP="00CF3863">
      <w:pPr>
        <w:spacing w:line="320" w:lineRule="atLeast"/>
        <w:jc w:val="center"/>
        <w:rPr>
          <w:bCs/>
          <w:color w:val="FF0000"/>
        </w:rPr>
      </w:pPr>
      <m:oMathPara>
        <m:oMath>
          <m:r>
            <w:rPr>
              <w:rFonts w:ascii="Cambria Math" w:hAnsi="Cambria Math"/>
              <w:color w:val="FF0000"/>
            </w:rPr>
            <m:t>y=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color w:val="FF0000"/>
                </w:rPr>
              </m:ctrlPr>
            </m:radPr>
            <m:deg/>
            <m:e>
              <m:r>
                <w:rPr>
                  <w:rFonts w:ascii="Cambria Math" w:hAnsi="Cambria Math"/>
                  <w:color w:val="FF0000"/>
                </w:rPr>
                <m:t xml:space="preserve">x </m:t>
              </m:r>
            </m:e>
          </m:rad>
          <m:r>
            <w:rPr>
              <w:rFonts w:ascii="Cambria Math" w:hAnsi="Cambria Math"/>
              <w:color w:val="FF0000"/>
            </w:rPr>
            <m:t xml:space="preserve"> </m:t>
          </m:r>
        </m:oMath>
      </m:oMathPara>
    </w:p>
    <w:p w:rsidR="00CF3863" w:rsidRPr="00CF3863" w:rsidRDefault="00CF3863" w:rsidP="00CF3863">
      <w:pPr>
        <w:spacing w:line="320" w:lineRule="atLeast"/>
        <w:jc w:val="center"/>
        <w:rPr>
          <w:bCs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w:rPr>
                  <w:rFonts w:ascii="Cambria Math" w:hAnsi="Cambria Math"/>
                  <w:color w:val="FF0000"/>
                </w:rPr>
                <m:t>f</m:t>
              </m:r>
            </m:e>
            <m:sup>
              <m:r>
                <w:rPr>
                  <w:rFonts w:ascii="Cambria Math" w:hAnsi="Cambria Math"/>
                  <w:color w:val="FF0000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bCs/>
                  <w:i/>
                  <w:color w:val="FF0000"/>
                </w:rPr>
              </m:ctrlPr>
            </m:dPr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d>
          <m:r>
            <w:rPr>
              <w:rFonts w:ascii="Cambria Math" w:hAnsi="Cambria Math"/>
              <w:color w:val="FF0000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  <w:color w:val="FF0000"/>
                </w:rPr>
              </m:ctrlPr>
            </m:radPr>
            <m:deg/>
            <m:e>
              <m:r>
                <w:rPr>
                  <w:rFonts w:ascii="Cambria Math" w:hAnsi="Cambria Math"/>
                  <w:color w:val="FF0000"/>
                </w:rPr>
                <m:t>x</m:t>
              </m:r>
            </m:e>
          </m:rad>
          <m:r>
            <w:rPr>
              <w:rFonts w:ascii="Cambria Math" w:hAnsi="Cambria Math"/>
              <w:color w:val="FF0000"/>
            </w:rPr>
            <m:t xml:space="preserve"> </m:t>
          </m:r>
        </m:oMath>
      </m:oMathPara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Bestimmen wir nun den Definitionsbereich sowie den Wertebereich der Umkehrfunktion. </w:t>
      </w:r>
    </w:p>
    <w:p w:rsidR="00CF3863" w:rsidRPr="00CF3863" w:rsidRDefault="00CF3863" w:rsidP="00CF3863">
      <w:pPr>
        <w:spacing w:line="320" w:lineRule="atLeast"/>
        <w:jc w:val="both"/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D</m:t>
            </m:r>
            <m:r>
              <m:rPr>
                <m:scr m:val="double-struck"/>
              </m:rPr>
              <w:rPr>
                <w:rFonts w:ascii="Cambria Math" w:hAnsi="Cambria Math"/>
                <w:color w:val="FF0000"/>
              </w:rPr>
              <m:t>=R</m:t>
            </m:r>
          </m:e>
          <m:sub>
            <m:r>
              <w:rPr>
                <w:rFonts w:ascii="Cambria Math" w:hAnsi="Cambria Math"/>
                <w:color w:val="FF0000"/>
              </w:rPr>
              <m:t>+</m:t>
            </m:r>
          </m:sub>
        </m:sSub>
        <m:r>
          <w:rPr>
            <w:rFonts w:ascii="Cambria Math" w:hAnsi="Cambria Math"/>
            <w:color w:val="FF0000"/>
          </w:rPr>
          <m:t xml:space="preserve"> </m:t>
        </m:r>
      </m:oMath>
      <w:r w:rsidRPr="00CF3863">
        <w:rPr>
          <w:color w:val="FF0000"/>
        </w:rPr>
        <w:t xml:space="preserve"> Die Quadratwurzel lässt sich nur von positiven Werten ziehen (zuvor Wertebereich). </w:t>
      </w:r>
      <m:oMath>
        <m:r>
          <w:rPr>
            <w:rFonts w:ascii="Cambria Math" w:hAnsi="Cambria Math"/>
            <w:color w:val="FF0000"/>
          </w:rPr>
          <m:t xml:space="preserve">W=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m:rPr>
                <m:scr m:val="double-struck"/>
              </m:rPr>
              <w:rPr>
                <w:rFonts w:ascii="Cambria Math" w:hAnsi="Cambria Math"/>
                <w:color w:val="FF0000"/>
              </w:rPr>
              <m:t>R</m:t>
            </m:r>
          </m:e>
          <m:sub>
            <m:r>
              <w:rPr>
                <w:rFonts w:ascii="Cambria Math" w:hAnsi="Cambria Math"/>
                <w:color w:val="FF0000"/>
              </w:rPr>
              <m:t>+</m:t>
            </m:r>
          </m:sub>
        </m:sSub>
      </m:oMath>
      <w:r w:rsidRPr="00CF3863">
        <w:rPr>
          <w:color w:val="FF0000"/>
        </w:rPr>
        <w:t xml:space="preserve"> nur positive Kantenlängen sind gesucht (zuvor Definitionsbereich).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Betrachten wir das Schaubild der Wurzelfunktion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CF3863">
        <w:t xml:space="preserve"> .</w:t>
      </w:r>
    </w:p>
    <w:tbl>
      <w:tblPr>
        <w:tblStyle w:val="Tabellenraster1"/>
        <w:tblW w:w="0" w:type="auto"/>
        <w:tblLook w:val="04A0" w:firstRow="1" w:lastRow="0" w:firstColumn="1" w:lastColumn="0" w:noHBand="0" w:noVBand="1"/>
      </w:tblPr>
      <w:tblGrid>
        <w:gridCol w:w="1167"/>
        <w:gridCol w:w="1130"/>
        <w:gridCol w:w="1130"/>
        <w:gridCol w:w="1223"/>
        <w:gridCol w:w="1209"/>
        <w:gridCol w:w="1130"/>
        <w:gridCol w:w="1167"/>
        <w:gridCol w:w="1130"/>
      </w:tblGrid>
      <w:tr w:rsidR="00CF3863" w:rsidRPr="00CF3863" w:rsidTr="00E57C30">
        <w:tc>
          <w:tcPr>
            <w:tcW w:w="1238" w:type="dxa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m:oMathPara>
              <m:oMath>
                <m:r>
                  <w:rPr>
                    <w:rFonts w:ascii="Cambria Math" w:hAnsi="Cambria Math"/>
                  </w:rPr>
                  <m:t>x</m:t>
                </m:r>
              </m:oMath>
            </m:oMathPara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0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1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2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3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4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6,25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w:r w:rsidRPr="00CF3863">
              <w:rPr>
                <w:bCs/>
              </w:rPr>
              <w:t>9</w:t>
            </w:r>
          </w:p>
        </w:tc>
      </w:tr>
      <w:tr w:rsidR="00CF3863" w:rsidRPr="00CF3863" w:rsidTr="00E57C30">
        <w:tc>
          <w:tcPr>
            <w:tcW w:w="1238" w:type="dxa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</w:rPr>
            </w:pPr>
            <m:oMathPara>
              <m:oMath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b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0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1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1,4142…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 xml:space="preserve">1,732… 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2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1,5</w:t>
            </w:r>
          </w:p>
        </w:tc>
        <w:tc>
          <w:tcPr>
            <w:tcW w:w="1239" w:type="dxa"/>
            <w:vAlign w:val="center"/>
          </w:tcPr>
          <w:p w:rsidR="00CF3863" w:rsidRPr="00CF3863" w:rsidRDefault="00CF3863" w:rsidP="00CF3863">
            <w:pPr>
              <w:spacing w:line="320" w:lineRule="atLeast"/>
              <w:jc w:val="both"/>
              <w:rPr>
                <w:bCs/>
                <w:color w:val="FF0000"/>
              </w:rPr>
            </w:pPr>
            <w:r w:rsidRPr="00CF3863">
              <w:rPr>
                <w:bCs/>
                <w:color w:val="FF0000"/>
              </w:rPr>
              <w:t>3</w:t>
            </w:r>
          </w:p>
        </w:tc>
      </w:tr>
    </w:tbl>
    <w:p w:rsidR="00CF3863" w:rsidRPr="00CF3863" w:rsidRDefault="00CF3863" w:rsidP="00CF3863">
      <w:pPr>
        <w:spacing w:line="360" w:lineRule="auto"/>
        <w:rPr>
          <w:bCs/>
          <w:lang w:eastAsia="ar-SA"/>
        </w:rPr>
      </w:pPr>
      <w:r w:rsidRPr="00CF3863">
        <w:rPr>
          <w:bCs/>
          <w:lang w:eastAsia="ar-SA"/>
        </w:rPr>
        <w:t xml:space="preserve"> </w:t>
      </w:r>
    </w:p>
    <w:p w:rsidR="00CF3863" w:rsidRPr="00CF3863" w:rsidRDefault="00CF3863" w:rsidP="00CF3863">
      <w:pPr>
        <w:spacing w:line="276" w:lineRule="auto"/>
        <w:jc w:val="center"/>
        <w:rPr>
          <w:bCs/>
          <w:lang w:eastAsia="ar-SA"/>
        </w:rPr>
      </w:pPr>
    </w:p>
    <w:p w:rsidR="00CF3863" w:rsidRPr="00CF3863" w:rsidRDefault="00CF3863" w:rsidP="00CF3863">
      <w:pPr>
        <w:spacing w:line="276" w:lineRule="auto"/>
        <w:jc w:val="center"/>
        <w:rPr>
          <w:bCs/>
          <w:lang w:eastAsia="ar-SA"/>
        </w:rPr>
      </w:pPr>
      <w:r w:rsidRPr="00CF3863">
        <w:rPr>
          <w:bCs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6BAA1C7" wp14:editId="00DD2D08">
                <wp:simplePos x="0" y="0"/>
                <wp:positionH relativeFrom="column">
                  <wp:posOffset>2693339</wp:posOffset>
                </wp:positionH>
                <wp:positionV relativeFrom="paragraph">
                  <wp:posOffset>887730</wp:posOffset>
                </wp:positionV>
                <wp:extent cx="2787015" cy="1404620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3863" w:rsidRPr="0052501F" w:rsidRDefault="00CF3863" w:rsidP="00CF3863">
                            <w:pPr>
                              <w:rPr>
                                <w:rFonts w:asciiTheme="minorHAnsi" w:hAnsiTheme="minorHAnsi"/>
                                <w:color w:val="FF0000"/>
                                <w:sz w:val="28"/>
                              </w:rPr>
                            </w:pPr>
                            <w:r w:rsidRPr="0052501F">
                              <w:rPr>
                                <w:rFonts w:asciiTheme="minorHAnsi" w:hAnsiTheme="minorHAnsi"/>
                                <w:color w:val="FF0000"/>
                                <w:sz w:val="28"/>
                              </w:rPr>
                              <w:t xml:space="preserve">Umkehrfunktion </w:t>
                            </w:r>
                            <w:r w:rsidRPr="0052501F">
                              <w:rPr>
                                <w:rFonts w:asciiTheme="minorHAnsi" w:hAnsiTheme="minorHAnsi"/>
                                <w:color w:val="FF0000"/>
                                <w:sz w:val="28"/>
                              </w:rPr>
                              <w:sym w:font="Wingdings" w:char="F0E8"/>
                            </w:r>
                            <w:r w:rsidRPr="0052501F">
                              <w:rPr>
                                <w:rFonts w:asciiTheme="minorHAnsi" w:hAnsiTheme="minorHAnsi"/>
                                <w:color w:val="FF0000"/>
                                <w:sz w:val="28"/>
                              </w:rPr>
                              <w:t xml:space="preserve"> Spiegelung an der 1. Winkelhalbierenden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34" type="#_x0000_t202" style="position:absolute;left:0;text-align:left;margin-left:212.05pt;margin-top:69.9pt;width:219.4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" filled="f" stroked="f">
                <v:textbox style="mso-fit-shape-to-text:t">
                  <w:txbxContent>
                    <w:p w:rsidR="00CF3863" w:rsidRPr="0052501F" w:rsidRDefault="00CF3863" w:rsidP="00CF3863">
                      <w:pPr>
                        <w:rPr>
                          <w:rFonts w:asciiTheme="minorHAnsi" w:hAnsiTheme="minorHAnsi"/>
                          <w:color w:val="FF0000"/>
                          <w:sz w:val="28"/>
                        </w:rPr>
                      </w:pPr>
                      <w:r w:rsidRPr="0052501F">
                        <w:rPr>
                          <w:rFonts w:asciiTheme="minorHAnsi" w:hAnsiTheme="minorHAnsi"/>
                          <w:color w:val="FF0000"/>
                          <w:sz w:val="28"/>
                        </w:rPr>
                        <w:t xml:space="preserve">Umkehrfunktion </w:t>
                      </w:r>
                      <w:r w:rsidRPr="0052501F">
                        <w:rPr>
                          <w:rFonts w:asciiTheme="minorHAnsi" w:hAnsiTheme="minorHAnsi"/>
                          <w:color w:val="FF0000"/>
                          <w:sz w:val="28"/>
                        </w:rPr>
                        <w:sym w:font="Wingdings" w:char="F0E8"/>
                      </w:r>
                      <w:r w:rsidRPr="0052501F">
                        <w:rPr>
                          <w:rFonts w:asciiTheme="minorHAnsi" w:hAnsiTheme="minorHAnsi"/>
                          <w:color w:val="FF0000"/>
                          <w:sz w:val="28"/>
                        </w:rPr>
                        <w:t xml:space="preserve"> Spiegelung an der 1. Winkelhalbierenden </w:t>
                      </w:r>
                    </w:p>
                  </w:txbxContent>
                </v:textbox>
              </v:shape>
            </w:pict>
          </mc:Fallback>
        </mc:AlternateContent>
      </w:r>
      <w:r w:rsidRPr="00CF3863">
        <w:rPr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15484C" wp14:editId="0B8374E3">
                <wp:simplePos x="0" y="0"/>
                <wp:positionH relativeFrom="column">
                  <wp:posOffset>1910715</wp:posOffset>
                </wp:positionH>
                <wp:positionV relativeFrom="paragraph">
                  <wp:posOffset>1122045</wp:posOffset>
                </wp:positionV>
                <wp:extent cx="874881" cy="381635"/>
                <wp:effectExtent l="38100" t="114300" r="0" b="189865"/>
                <wp:wrapNone/>
                <wp:docPr id="192" name="Nach unten gekrümmter Pfei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28916">
                          <a:off x="0" y="0"/>
                          <a:ext cx="874881" cy="381635"/>
                        </a:xfrm>
                        <a:prstGeom prst="curvedDownArrow">
                          <a:avLst>
                            <a:gd name="adj1" fmla="val 25000"/>
                            <a:gd name="adj2" fmla="val 54978"/>
                            <a:gd name="adj3" fmla="val 41068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Nach unten gekrümmter Pfeil 192" o:spid="_x0000_s1026" type="#_x0000_t105" style="position:absolute;margin-left:150.45pt;margin-top:88.35pt;width:68.9pt;height:30.05pt;rotation:276225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" adj="16420,20188,12729" fillcolor="#5b9bd5" strokecolor="#41719c" strokeweight="1pt"/>
            </w:pict>
          </mc:Fallback>
        </mc:AlternateContent>
      </w:r>
      <w:r w:rsidRPr="00CF3863">
        <w:rPr>
          <w:noProof/>
        </w:rPr>
        <w:drawing>
          <wp:inline distT="0" distB="0" distL="0" distR="0" wp14:anchorId="4D27EF46" wp14:editId="10131CDC">
            <wp:extent cx="4680000" cy="3240762"/>
            <wp:effectExtent l="0" t="0" r="6350" b="0"/>
            <wp:docPr id="194" name="Grafik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0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3863" w:rsidRPr="00CF3863" w:rsidRDefault="00CF3863" w:rsidP="00CF3863">
      <w:pPr>
        <w:spacing w:line="360" w:lineRule="auto"/>
        <w:rPr>
          <w:bCs/>
          <w:lang w:eastAsia="ar-SA"/>
        </w:rPr>
      </w:pPr>
    </w:p>
    <w:p w:rsidR="00CF3863" w:rsidRPr="00CF3863" w:rsidRDefault="00CF3863" w:rsidP="00CF3863">
      <w:pPr>
        <w:spacing w:line="320" w:lineRule="atLeast"/>
        <w:jc w:val="both"/>
      </w:pPr>
      <w:r w:rsidRPr="00CF3863">
        <w:t xml:space="preserve">Ein Quadrat mit dem Flächeninhalt 7,5 FE hat eine Kantenlänge von ca. </w:t>
      </w:r>
      <w:r w:rsidRPr="00CF3863">
        <w:rPr>
          <w:color w:val="FF0000"/>
        </w:rPr>
        <w:t>2,74</w:t>
      </w:r>
      <w:r w:rsidRPr="00CF3863">
        <w:t xml:space="preserve"> LE. </w:t>
      </w:r>
    </w:p>
    <w:p w:rsidR="00CF3863" w:rsidRPr="00CF3863" w:rsidRDefault="00CF3863" w:rsidP="00CF3863">
      <w:pPr>
        <w:spacing w:line="320" w:lineRule="atLeast"/>
        <w:jc w:val="both"/>
      </w:pPr>
      <w:r w:rsidRPr="00CF3863">
        <w:br w:type="page"/>
      </w:r>
    </w:p>
    <w:p w:rsidR="00CF3863" w:rsidRPr="00CF3863" w:rsidRDefault="00CF3863" w:rsidP="00CF3863">
      <w:pPr>
        <w:spacing w:line="320" w:lineRule="atLeast"/>
        <w:jc w:val="center"/>
        <w:rPr>
          <w:b/>
          <w:sz w:val="24"/>
        </w:rPr>
      </w:pPr>
      <w:r w:rsidRPr="00CF3863">
        <w:rPr>
          <w:b/>
          <w:sz w:val="24"/>
        </w:rPr>
        <w:lastRenderedPageBreak/>
        <w:t>Aufgaben</w:t>
      </w:r>
    </w:p>
    <w:p w:rsidR="00CF3863" w:rsidRPr="00CF3863" w:rsidRDefault="00CF3863" w:rsidP="00CF3863">
      <w:pPr>
        <w:numPr>
          <w:ilvl w:val="0"/>
          <w:numId w:val="28"/>
        </w:numPr>
        <w:spacing w:line="320" w:lineRule="atLeast"/>
        <w:jc w:val="both"/>
      </w:pPr>
      <w:r w:rsidRPr="00CF3863">
        <w:t>Bestimmen Sie die Funktionsgleichung der Umkehrfunktion und den Definitionsb</w:t>
      </w:r>
      <w:r w:rsidRPr="00CF3863">
        <w:t>e</w:t>
      </w:r>
      <w:r w:rsidRPr="00CF3863">
        <w:t xml:space="preserve">reich. </w:t>
      </w:r>
    </w:p>
    <w:p w:rsidR="00CF3863" w:rsidRPr="00CF3863" w:rsidRDefault="00CF3863" w:rsidP="00CF3863">
      <w:pPr>
        <w:numPr>
          <w:ilvl w:val="1"/>
          <w:numId w:val="26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 -3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+6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numPr>
          <w:ilvl w:val="1"/>
          <w:numId w:val="26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=2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x</m:t>
            </m:r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-8x+7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numPr>
          <w:ilvl w:val="0"/>
          <w:numId w:val="28"/>
        </w:numPr>
        <w:spacing w:line="320" w:lineRule="atLeast"/>
        <w:jc w:val="both"/>
      </w:pPr>
      <w:r w:rsidRPr="00CF3863">
        <w:t xml:space="preserve">Gegeben ist die Funktion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</w:t>
      </w:r>
      <w:r w:rsidRPr="00CF3863">
        <w:rPr>
          <w:bCs/>
          <w:noProof/>
        </w:rPr>
        <w:t xml:space="preserve">mit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16-x²</m:t>
            </m:r>
          </m:e>
        </m:rad>
      </m:oMath>
      <w:r w:rsidRPr="00CF3863">
        <w:rPr>
          <w:noProof/>
        </w:rPr>
        <w:t xml:space="preserve"> </w:t>
      </w:r>
      <w:r w:rsidRPr="00CF3863">
        <w:rPr>
          <w:bCs/>
        </w:rPr>
        <w:t xml:space="preserve">. </w:t>
      </w:r>
    </w:p>
    <w:p w:rsidR="00CF3863" w:rsidRPr="00CF3863" w:rsidRDefault="00CF3863" w:rsidP="00CF3863">
      <w:pPr>
        <w:spacing w:line="320" w:lineRule="atLeast"/>
        <w:ind w:left="708"/>
        <w:jc w:val="both"/>
      </w:pPr>
      <w:r w:rsidRPr="00CF3863">
        <w:rPr>
          <w:bCs/>
        </w:rPr>
        <w:t xml:space="preserve">Geben Sie den maximalen Definitionsbereich an, zeichnen Sie den Funktionsgraphen und begründen Sie, dass sich ein Halbkreis ergibt, also eine Figur, deren Punkte alle den gleichen Abstand vom Mittelpunkt haben. </w:t>
      </w:r>
    </w:p>
    <w:p w:rsidR="00CF3863" w:rsidRPr="00CF3863" w:rsidRDefault="00CF3863" w:rsidP="00CF3863">
      <w:pPr>
        <w:numPr>
          <w:ilvl w:val="0"/>
          <w:numId w:val="28"/>
        </w:numPr>
        <w:spacing w:line="320" w:lineRule="atLeast"/>
        <w:jc w:val="both"/>
      </w:pPr>
      <w:r w:rsidRPr="00CF3863">
        <w:t xml:space="preserve">Skizzieren Sie die Umkehrfunktion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x-1</m:t>
            </m:r>
          </m:e>
        </m:rad>
        <m:r>
          <w:rPr>
            <w:rFonts w:ascii="Cambria Math" w:hAnsi="Cambria Math"/>
          </w:rPr>
          <m:t xml:space="preserve"> ,  x≥1</m:t>
        </m:r>
      </m:oMath>
      <w:r w:rsidRPr="00CF3863">
        <w:t xml:space="preserve"> der Funktion </w:t>
      </w:r>
    </w:p>
    <w:p w:rsidR="00CF3863" w:rsidRPr="00CF3863" w:rsidRDefault="00CF3863" w:rsidP="00CF3863">
      <w:pPr>
        <w:spacing w:line="320" w:lineRule="atLeast"/>
        <w:ind w:firstLine="708"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-4x+5 ,  x≤2</m:t>
        </m:r>
      </m:oMath>
      <w:r w:rsidRPr="00CF3863">
        <w:t xml:space="preserve"> </w:t>
      </w:r>
    </w:p>
    <w:p w:rsidR="00CF3863" w:rsidRPr="00CF3863" w:rsidRDefault="00CF3863" w:rsidP="00CF3863">
      <w:pPr>
        <w:numPr>
          <w:ilvl w:val="1"/>
          <w:numId w:val="26"/>
        </w:numPr>
        <w:spacing w:line="320" w:lineRule="atLeast"/>
        <w:jc w:val="both"/>
      </w:pPr>
      <w:r w:rsidRPr="00CF3863">
        <w:t xml:space="preserve">indem Sie beschreiben, wie das Schaubild von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Pr="00CF3863">
        <w:t xml:space="preserve"> durch Verschiebungen und Streckungen aus dem Scha</w:t>
      </w:r>
      <w:proofErr w:type="spellStart"/>
      <w:r w:rsidRPr="00CF3863">
        <w:t>ubild</w:t>
      </w:r>
      <w:proofErr w:type="spellEnd"/>
      <w:r w:rsidRPr="00CF3863">
        <w:t xml:space="preserve"> der Wurzelfunktion </w:t>
      </w:r>
      <m:oMath>
        <m:r>
          <w:rPr>
            <w:rFonts w:ascii="Cambria Math" w:hAnsi="Cambria Math"/>
          </w:rPr>
          <m:t>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CF3863">
        <w:t xml:space="preserve"> hervorgeht. </w:t>
      </w:r>
    </w:p>
    <w:p w:rsidR="00CF3863" w:rsidRPr="00CF3863" w:rsidRDefault="00CF3863" w:rsidP="00CF3863">
      <w:pPr>
        <w:numPr>
          <w:ilvl w:val="1"/>
          <w:numId w:val="26"/>
        </w:numPr>
        <w:spacing w:line="320" w:lineRule="atLeast"/>
        <w:jc w:val="both"/>
      </w:pPr>
      <w:r w:rsidRPr="00CF3863">
        <w:t xml:space="preserve">durch Spiegelung des Schaubilds von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an der ersten Winkelhalbierenden. </w:t>
      </w:r>
    </w:p>
    <w:p w:rsidR="00CF3863" w:rsidRPr="00CF3863" w:rsidRDefault="00CF3863" w:rsidP="00CF3863">
      <w:pPr>
        <w:numPr>
          <w:ilvl w:val="0"/>
          <w:numId w:val="28"/>
        </w:numPr>
        <w:spacing w:line="320" w:lineRule="atLeast"/>
        <w:jc w:val="both"/>
      </w:pPr>
      <m:oMath>
        <m:r>
          <w:rPr>
            <w:rFonts w:ascii="Cambria Math" w:hAnsi="Cambria Math"/>
          </w:rPr>
          <m:t>K</m:t>
        </m:r>
      </m:oMath>
      <w:r w:rsidRPr="00CF3863">
        <w:t xml:space="preserve"> ist das Schaubild der Funktion </w:t>
      </w:r>
      <m:oMath>
        <m:r>
          <w:rPr>
            <w:rFonts w:ascii="Cambria Math" w:hAnsi="Cambria Math"/>
          </w:rPr>
          <m:t>f</m:t>
        </m:r>
      </m:oMath>
      <w:r w:rsidRPr="00CF3863">
        <w:t xml:space="preserve"> </w:t>
      </w:r>
      <w:proofErr w:type="gramStart"/>
      <w:r w:rsidRPr="00CF3863">
        <w:t xml:space="preserve">mit </w:t>
      </w:r>
      <w:proofErr w:type="gramEnd"/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5+x²</m:t>
            </m:r>
          </m:e>
        </m:rad>
        <m:r>
          <w:rPr>
            <w:rFonts w:ascii="Cambria Math" w:hAnsi="Cambria Math"/>
          </w:rPr>
          <m:t>-6</m:t>
        </m:r>
      </m:oMath>
      <w:r w:rsidRPr="00CF3863">
        <w:t xml:space="preserve">. </w:t>
      </w:r>
    </w:p>
    <w:p w:rsidR="00CF3863" w:rsidRPr="00CF3863" w:rsidRDefault="00CF3863" w:rsidP="00CF3863">
      <w:pPr>
        <w:numPr>
          <w:ilvl w:val="1"/>
          <w:numId w:val="26"/>
        </w:numPr>
        <w:spacing w:line="320" w:lineRule="atLeast"/>
        <w:jc w:val="both"/>
      </w:pPr>
      <w:r w:rsidRPr="00CF3863">
        <w:t xml:space="preserve">Geben Sie den Definitionsbereich an und untersuchen Sie </w:t>
      </w:r>
      <m:oMath>
        <m:r>
          <w:rPr>
            <w:rFonts w:ascii="Cambria Math" w:hAnsi="Cambria Math"/>
          </w:rPr>
          <m:t>K</m:t>
        </m:r>
      </m:oMath>
      <w:r w:rsidRPr="00CF3863">
        <w:t xml:space="preserve"> auf Achse</w:t>
      </w:r>
      <w:proofErr w:type="spellStart"/>
      <w:r w:rsidRPr="00CF3863">
        <w:t>n</w:t>
      </w:r>
      <w:r w:rsidRPr="00CF3863">
        <w:t>schnittpunkte</w:t>
      </w:r>
      <w:proofErr w:type="spellEnd"/>
      <w:r w:rsidRPr="00CF3863">
        <w:t xml:space="preserve">. </w:t>
      </w:r>
    </w:p>
    <w:p w:rsidR="00CF3863" w:rsidRPr="00CF3863" w:rsidRDefault="00CF3863" w:rsidP="00CF3863">
      <w:pPr>
        <w:numPr>
          <w:ilvl w:val="1"/>
          <w:numId w:val="26"/>
        </w:numPr>
        <w:spacing w:line="320" w:lineRule="atLeast"/>
        <w:jc w:val="both"/>
      </w:pPr>
      <w:r w:rsidRPr="00CF3863">
        <w:t>Die Tangenten und Normalen an den Nullstellen begrenzen ein Viereck. B</w:t>
      </w:r>
      <w:r w:rsidRPr="00CF3863">
        <w:t>e</w:t>
      </w:r>
      <w:r w:rsidRPr="00CF3863">
        <w:t xml:space="preserve">rechnen Sie den Flächeninhalt dieses Vierecks. </w:t>
      </w:r>
    </w:p>
    <w:p w:rsidR="00CF3863" w:rsidRPr="00CF3863" w:rsidRDefault="00CF3863" w:rsidP="00CF3863">
      <w:pPr>
        <w:spacing w:after="40" w:line="360" w:lineRule="auto"/>
        <w:ind w:left="720"/>
        <w:rPr>
          <w:lang w:eastAsia="ar-SA"/>
        </w:rPr>
      </w:pPr>
    </w:p>
    <w:p w:rsidR="00CF3863" w:rsidRPr="00CF3863" w:rsidRDefault="00CF3863" w:rsidP="00CF3863">
      <w:pPr>
        <w:rPr>
          <w:lang w:eastAsia="ar-SA"/>
        </w:rPr>
      </w:pPr>
      <w:r w:rsidRPr="00CF3863">
        <w:rPr>
          <w:lang w:eastAsia="ar-SA"/>
        </w:rPr>
        <w:br w:type="page"/>
      </w:r>
    </w:p>
    <w:p w:rsidR="00CF3863" w:rsidRPr="00CF3863" w:rsidRDefault="00CF3863" w:rsidP="00CF3863">
      <w:pPr>
        <w:spacing w:line="320" w:lineRule="atLeast"/>
        <w:jc w:val="center"/>
        <w:rPr>
          <w:b/>
          <w:bCs/>
        </w:rPr>
      </w:pPr>
      <w:r w:rsidRPr="00CF3863">
        <w:rPr>
          <w:b/>
          <w:bCs/>
          <w:color w:val="FF0000"/>
        </w:rPr>
        <w:lastRenderedPageBreak/>
        <w:t xml:space="preserve">Lösungen </w:t>
      </w:r>
      <w:r w:rsidRPr="00CF3863">
        <w:rPr>
          <w:b/>
          <w:bCs/>
        </w:rPr>
        <w:t>Aufgaben</w:t>
      </w:r>
    </w:p>
    <w:p w:rsidR="00CF3863" w:rsidRPr="00CF3863" w:rsidRDefault="00CF3863" w:rsidP="00CF3863">
      <w:pPr>
        <w:spacing w:line="320" w:lineRule="atLeast"/>
        <w:jc w:val="center"/>
        <w:rPr>
          <w:b/>
          <w:bCs/>
        </w:rPr>
      </w:pPr>
    </w:p>
    <w:p w:rsidR="00CF3863" w:rsidRPr="00CF3863" w:rsidRDefault="00CF3863" w:rsidP="00CF3863">
      <w:pPr>
        <w:numPr>
          <w:ilvl w:val="0"/>
          <w:numId w:val="27"/>
        </w:numPr>
        <w:spacing w:after="40" w:line="360" w:lineRule="auto"/>
        <w:rPr>
          <w:lang w:eastAsia="ar-SA"/>
        </w:rPr>
      </w:pPr>
    </w:p>
    <w:p w:rsidR="00CF3863" w:rsidRPr="00CF3863" w:rsidRDefault="00CF3863" w:rsidP="00CF3863">
      <w:pPr>
        <w:numPr>
          <w:ilvl w:val="1"/>
          <w:numId w:val="27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y= -3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+6⟺y-6= -3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⟺-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1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  <m:r>
          <w:rPr>
            <w:rFonts w:ascii="Cambria Math" w:hAnsi="Cambria Math"/>
            <w:lang w:eastAsia="ar-SA"/>
          </w:rPr>
          <m:t>y+2=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⟺</m:t>
        </m:r>
      </m:oMath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3</m:t>
                </m:r>
              </m:den>
            </m:f>
            <m:r>
              <w:rPr>
                <w:rFonts w:ascii="Cambria Math" w:hAnsi="Cambria Math"/>
                <w:lang w:eastAsia="ar-SA"/>
              </w:rPr>
              <m:t>y</m:t>
            </m:r>
          </m:e>
        </m:rad>
        <m:r>
          <w:rPr>
            <w:rFonts w:ascii="Cambria Math" w:hAnsi="Cambria Math"/>
            <w:lang w:eastAsia="ar-SA"/>
          </w:rPr>
          <m:t>=x+1 ⟺x=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3</m:t>
                </m:r>
              </m:den>
            </m:f>
            <m:r>
              <w:rPr>
                <w:rFonts w:ascii="Cambria Math" w:hAnsi="Cambria Math"/>
                <w:lang w:eastAsia="ar-SA"/>
              </w:rPr>
              <m:t>y</m:t>
            </m:r>
          </m:e>
        </m:rad>
        <m:r>
          <w:rPr>
            <w:rFonts w:ascii="Cambria Math" w:hAnsi="Cambria Math"/>
            <w:lang w:eastAsia="ar-SA"/>
          </w:rPr>
          <m:t>-1 ⟹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f</m:t>
            </m:r>
          </m:e>
          <m:sup>
            <m:r>
              <w:rPr>
                <w:rFonts w:ascii="Cambria Math" w:hAnsi="Cambria Math"/>
                <w:lang w:eastAsia="ar-SA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2-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3</m:t>
                </m:r>
              </m:den>
            </m:f>
            <m:r>
              <w:rPr>
                <w:rFonts w:ascii="Cambria Math" w:hAnsi="Cambria Math"/>
                <w:lang w:eastAsia="ar-SA"/>
              </w:rPr>
              <m:t>x</m:t>
            </m:r>
          </m:e>
        </m:rad>
        <m:r>
          <w:rPr>
            <w:rFonts w:ascii="Cambria Math" w:hAnsi="Cambria Math"/>
            <w:lang w:eastAsia="ar-SA"/>
          </w:rPr>
          <m:t>-1</m:t>
        </m:r>
      </m:oMath>
      <w:r w:rsidRPr="00CF3863">
        <w:rPr>
          <w:lang w:eastAsia="ar-SA"/>
        </w:rPr>
        <w:t xml:space="preserve"> ; </w:t>
      </w:r>
      <m:oMath>
        <m:r>
          <m:rPr>
            <m:scr m:val="double-struck"/>
          </m:rPr>
          <w:rPr>
            <w:rFonts w:ascii="Cambria Math" w:hAnsi="Cambria Math"/>
            <w:lang w:eastAsia="ar-SA"/>
          </w:rPr>
          <m:t>D=</m:t>
        </m:r>
        <m:d>
          <m:dPr>
            <m:begChr m:val="]"/>
            <m:endChr m:val="]"/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-∞;6</m:t>
            </m:r>
          </m:e>
        </m:d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numPr>
          <w:ilvl w:val="1"/>
          <w:numId w:val="27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y=2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x</m:t>
            </m:r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-8x+7 ⟺y=2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-1 ⟺y+1=2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⟺</m:t>
        </m:r>
      </m:oMath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1</m:t>
            </m:r>
          </m:num>
          <m:den>
            <m:r>
              <w:rPr>
                <w:rFonts w:ascii="Cambria Math" w:hAnsi="Cambria Math"/>
                <w:lang w:eastAsia="ar-SA"/>
              </w:rPr>
              <m:t>2</m:t>
            </m:r>
          </m:den>
        </m:f>
        <m:r>
          <w:rPr>
            <w:rFonts w:ascii="Cambria Math" w:hAnsi="Cambria Math"/>
            <w:lang w:eastAsia="ar-SA"/>
          </w:rPr>
          <m:t>y+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1</m:t>
            </m:r>
          </m:num>
          <m:den>
            <m:r>
              <w:rPr>
                <w:rFonts w:ascii="Cambria Math" w:hAnsi="Cambria Math"/>
                <w:lang w:eastAsia="ar-SA"/>
              </w:rPr>
              <m:t>2</m:t>
            </m:r>
          </m:den>
        </m:f>
        <m:r>
          <w:rPr>
            <w:rFonts w:ascii="Cambria Math" w:hAnsi="Cambria Math"/>
            <w:lang w:eastAsia="ar-SA"/>
          </w:rPr>
          <m:t>=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 xml:space="preserve"> ⟺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  <m:r>
              <w:rPr>
                <w:rFonts w:ascii="Cambria Math" w:hAnsi="Cambria Math"/>
                <w:lang w:eastAsia="ar-SA"/>
              </w:rPr>
              <m:t>y+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</m:e>
        </m:rad>
        <m:r>
          <w:rPr>
            <w:rFonts w:ascii="Cambria Math" w:hAnsi="Cambria Math"/>
            <w:lang w:eastAsia="ar-SA"/>
          </w:rPr>
          <m:t xml:space="preserve">=x-2 ⟺x= 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  <m:r>
              <w:rPr>
                <w:rFonts w:ascii="Cambria Math" w:hAnsi="Cambria Math"/>
                <w:lang w:eastAsia="ar-SA"/>
              </w:rPr>
              <m:t>y+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</m:e>
        </m:rad>
        <m:r>
          <w:rPr>
            <w:rFonts w:ascii="Cambria Math" w:hAnsi="Cambria Math"/>
            <w:lang w:eastAsia="ar-SA"/>
          </w:rPr>
          <m:t>+2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⟹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f</m:t>
            </m:r>
          </m:e>
          <m:sup>
            <m:r>
              <w:rPr>
                <w:rFonts w:ascii="Cambria Math" w:hAnsi="Cambria Math"/>
                <w:lang w:eastAsia="ar-SA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  <m:r>
              <w:rPr>
                <w:rFonts w:ascii="Cambria Math" w:hAnsi="Cambria Math"/>
                <w:lang w:eastAsia="ar-SA"/>
              </w:rPr>
              <m:t>x+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</m:e>
        </m:rad>
        <m:r>
          <w:rPr>
            <w:rFonts w:ascii="Cambria Math" w:hAnsi="Cambria Math"/>
            <w:lang w:eastAsia="ar-SA"/>
          </w:rPr>
          <m:t>+2</m:t>
        </m:r>
      </m:oMath>
      <w:r w:rsidRPr="00CF3863">
        <w:rPr>
          <w:lang w:eastAsia="ar-SA"/>
        </w:rPr>
        <w:t xml:space="preserve"> ;  </w:t>
      </w:r>
      <m:oMath>
        <m:r>
          <m:rPr>
            <m:scr m:val="double-struck"/>
          </m:rPr>
          <w:rPr>
            <w:rFonts w:ascii="Cambria Math" w:hAnsi="Cambria Math"/>
            <w:lang w:eastAsia="ar-SA"/>
          </w:rPr>
          <m:t>D=</m:t>
        </m:r>
        <m:d>
          <m:dPr>
            <m:begChr m:val="["/>
            <m:endChr m:val="["/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-1;∞</m:t>
            </m:r>
          </m:e>
        </m:d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w:r w:rsidRPr="00CF3863">
        <w:rPr>
          <w:bCs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ED4990F" wp14:editId="7D00A97D">
                <wp:simplePos x="0" y="0"/>
                <wp:positionH relativeFrom="column">
                  <wp:posOffset>2977515</wp:posOffset>
                </wp:positionH>
                <wp:positionV relativeFrom="paragraph">
                  <wp:posOffset>195276</wp:posOffset>
                </wp:positionV>
                <wp:extent cx="2941955" cy="2016125"/>
                <wp:effectExtent l="0" t="0" r="0" b="317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1955" cy="2016125"/>
                          <a:chOff x="0" y="0"/>
                          <a:chExt cx="2941982" cy="2016125"/>
                        </a:xfrm>
                      </wpg:grpSpPr>
                      <pic:pic xmlns:pic="http://schemas.openxmlformats.org/drawingml/2006/picture">
                        <pic:nvPicPr>
                          <pic:cNvPr id="16" name="Grafik 16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9725" cy="20161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erader Verbinder 17"/>
                        <wps:cNvCnPr/>
                        <wps:spPr>
                          <a:xfrm flipV="1">
                            <a:off x="1439186" y="628153"/>
                            <a:ext cx="802640" cy="79502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 flipV="1">
                            <a:off x="2242268" y="620202"/>
                            <a:ext cx="0" cy="82740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5047" y="365760"/>
                            <a:ext cx="82693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P</m:t>
                                  </m:r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x</m:t>
                                      </m:r>
                                    </m:e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f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 w:val="24"/>
                                            </w:rPr>
                                            <m:t>x</m:t>
                                          </m:r>
                                        </m:e>
                                      </m:d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2" o:spid="_x0000_s1035" style="position:absolute;left:0;text-align:left;margin-left:234.45pt;margin-top:15.4pt;width:231.65pt;height:158.75pt;z-index:251664384" coordsize="29419,20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6" o:spid="_x0000_s1036" type="#_x0000_t75" style="position:absolute;width:28797;height:201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xmLTFAAAA2wAAAA8AAABkcnMvZG93bnJldi54bWxEj0FrAjEQhe+C/yGM0FvNKtTKahQRhJZC&#10;pVoo3qab6WZxM9kmcV37601B8DbDe9+bN/NlZ2vRkg+VYwWjYQaCuHC64lLB537zOAURIrLG2jEp&#10;uFCA5aLfm2Ou3Zk/qN3FUqQQDjkqMDE2uZShMGQxDF1DnLQf5y3GtPpSao/nFG5rOc6yibRYcbpg&#10;sKG1oeK4O9lU45eq9n1zef36M9uTd6u3w/fTs1IPg241AxGpi3fzjX7RiZvA/y9pALm4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tsZi0xQAAANsAAAAPAAAAAAAAAAAAAAAA&#10;AJ8CAABkcnMvZG93bnJldi54bWxQSwUGAAAAAAQABAD3AAAAkQMAAAAA&#10;">
                  <v:imagedata r:id="rId15" o:title=""/>
                  <v:path arrowok="t"/>
                </v:shape>
                <v:line id="Gerader Verbinder 17" o:spid="_x0000_s1037" style="position:absolute;flip:y;visibility:visible;mso-wrap-style:square" from="14391,6281" to="22418,142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/GesMAAADbAAAADwAAAGRycy9kb3ducmV2LnhtbERPS2vCQBC+C/0PyxR6KXVjiVqiayiS&#10;Sk/io4d6G7JjEpqdDdltHv/eLRS8zcf3nHU6mFp01LrKsoLZNAJBnFtdcaHg6/zx8gbCeWSNtWVS&#10;MJKDdPMwWWOibc9H6k6+ECGEXYIKSu+bREqXl2TQTW1DHLirbQ36ANtC6hb7EG5q+RpFC2mw4tBQ&#10;YkPbkvKf069RgMfM7sfn+feYyYuJd4d4f53HSj09Du8rEJ4Gfxf/uz91mL+Ev1/CAXJz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xnrDAAAA2wAAAA8AAAAAAAAAAAAA&#10;AAAAoQIAAGRycy9kb3ducmV2LnhtbFBLBQYAAAAABAAEAPkAAACRAwAAAAA=&#10;" strokecolor="windowText" strokeweight="1.5pt">
                  <v:stroke dashstyle="dash" joinstyle="miter"/>
                </v:line>
                <v:line id="Gerader Verbinder 18" o:spid="_x0000_s1038" style="position:absolute;flip:y;visibility:visible;mso-wrap-style:square" from="22422,6202" to="22422,14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BSCMUAAADbAAAADwAAAGRycy9kb3ducmV2LnhtbESPT2vCQBDF74V+h2WEXopuLFEkdZUi&#10;tvQk/jvY25Adk2B2NmS3mnx75yB4m+G9ee8382XnanWlNlSeDYxHCSji3NuKCwPHw/dwBipEZIu1&#10;ZzLQU4Dl4vVljpn1N97RdR8LJSEcMjRQxthkWoe8JIdh5Bti0c6+dRhlbQttW7xJuKv1R5JMtcOK&#10;paHEhlYl5Zf9vzOAu7Xf9O+TU7/Wfy792aab8yQ15m3QfX2CitTFp/lx/WsFX2DlFxlAL+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JBSCMUAAADbAAAADwAAAAAAAAAA&#10;AAAAAAChAgAAZHJzL2Rvd25yZXYueG1sUEsFBgAAAAAEAAQA+QAAAJMDAAAAAA==&#10;" strokecolor="windowText" strokeweight="1.5pt">
                  <v:stroke dashstyle="dash" joinstyle="miter"/>
                </v:line>
                <v:shape id="_x0000_s1039" type="#_x0000_t202" style="position:absolute;left:21150;top:3657;width:8269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P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x</m:t>
                                </m:r>
                              </m:e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f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4"/>
                                      </w:rPr>
                                      <m:t>x</m:t>
                                    </m:r>
                                  </m:e>
                                </m:d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numPr>
          <w:ilvl w:val="0"/>
          <w:numId w:val="27"/>
        </w:numPr>
        <w:spacing w:after="40" w:line="360" w:lineRule="auto"/>
        <w:rPr>
          <w:bCs/>
          <w:lang w:eastAsia="ar-SA"/>
        </w:rPr>
      </w:pPr>
      <w:r w:rsidRPr="00CF3863">
        <w:rPr>
          <w:bCs/>
          <w:noProof/>
          <w:lang w:eastAsia="ar-SA"/>
        </w:rPr>
        <w:t xml:space="preserve"> </w:t>
      </w: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 xml:space="preserve">= 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16-x²</m:t>
            </m:r>
          </m:e>
        </m:rad>
      </m:oMath>
      <w:r w:rsidRPr="00CF3863">
        <w:rPr>
          <w:noProof/>
          <w:lang w:eastAsia="ar-SA"/>
        </w:rPr>
        <w:t xml:space="preserve">  </w:t>
      </w:r>
      <m:oMath>
        <m:r>
          <m:rPr>
            <m:scr m:val="double-struck"/>
          </m:rPr>
          <w:rPr>
            <w:rFonts w:ascii="Cambria Math" w:hAnsi="Cambria Math"/>
            <w:lang w:eastAsia="ar-SA"/>
          </w:rPr>
          <m:t>D=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-4;4</m:t>
            </m:r>
          </m:e>
        </m:d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720"/>
        <w:rPr>
          <w:bCs/>
          <w:lang w:eastAsia="ar-SA"/>
        </w:rPr>
      </w:pPr>
      <w:r w:rsidRPr="00CF3863">
        <w:rPr>
          <w:bCs/>
          <w:lang w:eastAsia="ar-SA"/>
        </w:rPr>
        <w:t xml:space="preserve">Abstand mit dem Satz von Pythagoras </w:t>
      </w:r>
    </w:p>
    <w:p w:rsidR="00CF3863" w:rsidRPr="00CF3863" w:rsidRDefault="00CF3863" w:rsidP="00CF3863">
      <w:pPr>
        <w:tabs>
          <w:tab w:val="left" w:pos="2617"/>
        </w:tabs>
        <w:spacing w:after="40" w:line="360" w:lineRule="auto"/>
        <w:ind w:left="720"/>
        <w:rPr>
          <w:bCs/>
          <w:noProof/>
          <w:lang w:eastAsia="ar-SA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lang w:eastAsia="ar-SA"/>
              </w:rPr>
            </m:ctrlPr>
          </m:accPr>
          <m:e>
            <m:r>
              <w:rPr>
                <w:rFonts w:ascii="Cambria Math" w:hAnsi="Cambria Math"/>
                <w:lang w:eastAsia="ar-SA"/>
              </w:rPr>
              <m:t>OP</m:t>
            </m:r>
          </m:e>
        </m:acc>
        <m:r>
          <w:rPr>
            <w:rFonts w:ascii="Cambria Math" w:hAnsi="Cambria Math"/>
            <w:lang w:eastAsia="ar-SA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lang w:eastAsia="ar-SA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Cs/>
                    <w:i/>
                    <w:lang w:eastAsia="ar-SA"/>
                  </w:rPr>
                </m:ctrlPr>
              </m:sSupPr>
              <m:e>
                <m:r>
                  <w:rPr>
                    <w:rFonts w:ascii="Cambria Math" w:hAnsi="Cambria Math"/>
                    <w:lang w:eastAsia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ar-SA"/>
                  </w:rPr>
                  <m:t>2</m:t>
                </m:r>
              </m:sup>
            </m:sSup>
            <m:r>
              <w:rPr>
                <w:rFonts w:ascii="Cambria Math" w:hAnsi="Cambria Math"/>
                <w:lang w:eastAsia="ar-SA"/>
              </w:rPr>
              <m:t>+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lang w:eastAsia="ar-SA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lang w:eastAsia="ar-SA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  <w:lang w:eastAsia="ar-SA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lang w:eastAsia="ar-SA"/>
                          </w:rPr>
                          <m:t>16-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lang w:eastAsia="ar-S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eastAsia="ar-S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eastAsia="ar-SA"/>
                              </w:rPr>
                              <m:t>2</m:t>
                            </m:r>
                          </m:sup>
                        </m:sSup>
                      </m:e>
                    </m:rad>
                  </m:e>
                </m:d>
              </m:e>
              <m:sup>
                <m:r>
                  <w:rPr>
                    <w:rFonts w:ascii="Cambria Math" w:hAnsi="Cambria Math"/>
                    <w:lang w:eastAsia="ar-SA"/>
                  </w:rPr>
                  <m:t>2</m:t>
                </m:r>
              </m:sup>
            </m:sSup>
          </m:e>
        </m:rad>
      </m:oMath>
      <w:r w:rsidRPr="00CF3863">
        <w:rPr>
          <w:bCs/>
          <w:noProof/>
          <w:lang w:eastAsia="ar-SA"/>
        </w:rPr>
        <w:t xml:space="preserve"> </w:t>
      </w:r>
    </w:p>
    <w:p w:rsidR="00CF3863" w:rsidRPr="00CF3863" w:rsidRDefault="00CF3863" w:rsidP="00CF3863">
      <w:pPr>
        <w:tabs>
          <w:tab w:val="left" w:pos="2617"/>
        </w:tabs>
        <w:spacing w:after="40" w:line="360" w:lineRule="auto"/>
        <w:ind w:left="720"/>
        <w:rPr>
          <w:bCs/>
          <w:lang w:eastAsia="ar-SA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lang w:eastAsia="ar-SA"/>
              </w:rPr>
            </m:ctrlPr>
          </m:accPr>
          <m:e>
            <m:r>
              <w:rPr>
                <w:rFonts w:ascii="Cambria Math" w:hAnsi="Cambria Math"/>
                <w:lang w:eastAsia="ar-SA"/>
              </w:rPr>
              <m:t>OP</m:t>
            </m:r>
          </m:e>
        </m:acc>
        <m:r>
          <w:rPr>
            <w:rFonts w:ascii="Cambria Math" w:hAnsi="Cambria Math"/>
            <w:lang w:eastAsia="ar-SA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lang w:eastAsia="ar-SA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Cs/>
                    <w:i/>
                    <w:lang w:eastAsia="ar-SA"/>
                  </w:rPr>
                </m:ctrlPr>
              </m:sSupPr>
              <m:e>
                <m:r>
                  <w:rPr>
                    <w:rFonts w:ascii="Cambria Math" w:hAnsi="Cambria Math"/>
                    <w:lang w:eastAsia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ar-SA"/>
                  </w:rPr>
                  <m:t>2</m:t>
                </m:r>
              </m:sup>
            </m:sSup>
            <m:r>
              <w:rPr>
                <w:rFonts w:ascii="Cambria Math" w:hAnsi="Cambria Math"/>
                <w:lang w:eastAsia="ar-SA"/>
              </w:rPr>
              <m:t>+16-x²</m:t>
            </m:r>
          </m:e>
        </m:rad>
        <m:r>
          <w:rPr>
            <w:rFonts w:ascii="Cambria Math" w:hAnsi="Cambria Math"/>
            <w:lang w:eastAsia="ar-SA"/>
          </w:rPr>
          <m:t xml:space="preserve"> </m:t>
        </m:r>
      </m:oMath>
      <w:r w:rsidRPr="00CF3863">
        <w:rPr>
          <w:bCs/>
          <w:lang w:eastAsia="ar-SA"/>
        </w:rPr>
        <w:t xml:space="preserve"> </w:t>
      </w:r>
    </w:p>
    <w:p w:rsidR="00CF3863" w:rsidRPr="00CF3863" w:rsidRDefault="00CF3863" w:rsidP="00CF3863">
      <w:pPr>
        <w:tabs>
          <w:tab w:val="left" w:pos="2617"/>
        </w:tabs>
        <w:spacing w:after="40" w:line="360" w:lineRule="auto"/>
        <w:ind w:left="720"/>
        <w:rPr>
          <w:bCs/>
          <w:lang w:eastAsia="ar-SA"/>
        </w:rPr>
      </w:pPr>
      <m:oMath>
        <m:acc>
          <m:accPr>
            <m:chr m:val="̅"/>
            <m:ctrlPr>
              <w:rPr>
                <w:rFonts w:ascii="Cambria Math" w:hAnsi="Cambria Math"/>
                <w:bCs/>
                <w:i/>
                <w:lang w:eastAsia="ar-SA"/>
              </w:rPr>
            </m:ctrlPr>
          </m:accPr>
          <m:e>
            <m:r>
              <w:rPr>
                <w:rFonts w:ascii="Cambria Math" w:hAnsi="Cambria Math"/>
                <w:lang w:eastAsia="ar-SA"/>
              </w:rPr>
              <m:t>OP</m:t>
            </m:r>
          </m:e>
        </m:acc>
        <m:r>
          <w:rPr>
            <w:rFonts w:ascii="Cambria Math" w:hAnsi="Cambria Math"/>
            <w:lang w:eastAsia="ar-SA"/>
          </w:rPr>
          <m:t>=</m:t>
        </m:r>
        <m:rad>
          <m:radPr>
            <m:degHide m:val="1"/>
            <m:ctrlPr>
              <w:rPr>
                <w:rFonts w:ascii="Cambria Math" w:hAnsi="Cambria Math"/>
                <w:bCs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16</m:t>
            </m:r>
          </m:e>
        </m:rad>
        <m:r>
          <w:rPr>
            <w:rFonts w:ascii="Cambria Math" w:hAnsi="Cambria Math"/>
            <w:lang w:eastAsia="ar-SA"/>
          </w:rPr>
          <m:t>=4</m:t>
        </m:r>
      </m:oMath>
      <w:r w:rsidRPr="00CF3863">
        <w:rPr>
          <w:bCs/>
          <w:lang w:eastAsia="ar-SA"/>
        </w:rPr>
        <w:tab/>
      </w:r>
    </w:p>
    <w:p w:rsidR="00CF3863" w:rsidRPr="00CF3863" w:rsidRDefault="00CF3863" w:rsidP="00CF3863">
      <w:pPr>
        <w:spacing w:after="40" w:line="360" w:lineRule="auto"/>
        <w:ind w:left="720"/>
        <w:rPr>
          <w:lang w:eastAsia="ar-SA"/>
        </w:rPr>
      </w:pPr>
    </w:p>
    <w:p w:rsidR="00CF3863" w:rsidRPr="00CF3863" w:rsidRDefault="00CF3863" w:rsidP="00CF3863">
      <w:pPr>
        <w:numPr>
          <w:ilvl w:val="0"/>
          <w:numId w:val="27"/>
        </w:numPr>
        <w:spacing w:after="40" w:line="360" w:lineRule="auto"/>
        <w:rPr>
          <w:lang w:eastAsia="ar-SA"/>
        </w:rPr>
      </w:pPr>
      <w:r w:rsidRPr="00CF3863">
        <w:rPr>
          <w:bCs/>
          <w:lang w:eastAsia="ar-SA"/>
        </w:rPr>
        <w:t xml:space="preserve"> </w:t>
      </w:r>
    </w:p>
    <w:p w:rsidR="00CF3863" w:rsidRPr="00CF3863" w:rsidRDefault="00CF3863" w:rsidP="00CF3863">
      <w:pPr>
        <w:numPr>
          <w:ilvl w:val="0"/>
          <w:numId w:val="29"/>
        </w:numPr>
        <w:spacing w:line="320" w:lineRule="atLeast"/>
        <w:jc w:val="both"/>
      </w:pPr>
      <w:r w:rsidRPr="00CF3863">
        <w:t xml:space="preserve">Das Schaubild von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 w:rsidRPr="00CF3863">
        <w:t xml:space="preserve"> entsteht aus</w:t>
      </w:r>
      <m:oMath>
        <m:r>
          <w:rPr>
            <w:rFonts w:ascii="Cambria Math" w:hAnsi="Cambria Math"/>
          </w:rPr>
          <m:t xml:space="preserve">  y=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CF3863">
        <w:t xml:space="preserve"> durch Spiegelung an der x-Achse, Verschiebungen um eine Einheit nach rechts und 2 Einheiten nach oben. </w:t>
      </w:r>
    </w:p>
    <w:p w:rsidR="00CF3863" w:rsidRPr="00CF3863" w:rsidRDefault="00CF3863" w:rsidP="00CF3863">
      <w:pPr>
        <w:numPr>
          <w:ilvl w:val="0"/>
          <w:numId w:val="29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bCs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  <w:lang w:eastAsia="ar-SA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  <w:lang w:eastAsia="ar-SA"/>
                  </w:rPr>
                </m:ctrlPr>
              </m:dPr>
              <m:e>
                <m:r>
                  <w:rPr>
                    <w:rFonts w:ascii="Cambria Math" w:hAnsi="Cambria Math"/>
                    <w:lang w:eastAsia="ar-SA"/>
                  </w:rPr>
                  <m:t>x-2</m:t>
                </m:r>
              </m:e>
            </m:d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+1 ,  x≤2</m:t>
        </m:r>
      </m:oMath>
      <w:r w:rsidRPr="00CF3863">
        <w:rPr>
          <w:bCs/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</w:p>
    <w:p w:rsidR="00CF3863" w:rsidRPr="00CF3863" w:rsidRDefault="00CF3863" w:rsidP="00CF3863">
      <w:pPr>
        <w:spacing w:after="40" w:line="360" w:lineRule="auto"/>
        <w:ind w:left="720"/>
        <w:jc w:val="center"/>
        <w:rPr>
          <w:lang w:eastAsia="ar-SA"/>
        </w:rPr>
      </w:pPr>
      <w:r w:rsidRPr="00CF386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807E5F" wp14:editId="697D063C">
                <wp:simplePos x="0" y="0"/>
                <wp:positionH relativeFrom="column">
                  <wp:posOffset>1681204</wp:posOffset>
                </wp:positionH>
                <wp:positionV relativeFrom="paragraph">
                  <wp:posOffset>67061</wp:posOffset>
                </wp:positionV>
                <wp:extent cx="2353117" cy="2361537"/>
                <wp:effectExtent l="0" t="0" r="28575" b="2032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53117" cy="2361537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r Verbinder 2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4pt,5.3pt" to="317.7pt,19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" strokecolor="windowText" strokeweight="1.5pt">
                <v:stroke dashstyle="dash" joinstyle="miter"/>
              </v:line>
            </w:pict>
          </mc:Fallback>
        </mc:AlternateContent>
      </w:r>
      <w:r w:rsidRPr="00CF3863">
        <w:rPr>
          <w:noProof/>
        </w:rPr>
        <w:drawing>
          <wp:inline distT="0" distB="0" distL="0" distR="0" wp14:anchorId="7C651212" wp14:editId="4C733A6B">
            <wp:extent cx="3600000" cy="2519930"/>
            <wp:effectExtent l="0" t="0" r="635" b="0"/>
            <wp:docPr id="195" name="Grafik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51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3863">
        <w:rPr>
          <w:bCs/>
          <w:lang w:eastAsia="ar-SA"/>
        </w:rPr>
        <w:t xml:space="preserve"> </w:t>
      </w:r>
      <w:r w:rsidRPr="00CF3863">
        <w:rPr>
          <w:lang w:eastAsia="ar-SA"/>
        </w:rPr>
        <w:br w:type="page"/>
      </w:r>
    </w:p>
    <w:p w:rsidR="00CF3863" w:rsidRPr="00CF3863" w:rsidRDefault="00CF3863" w:rsidP="00CF3863">
      <w:pPr>
        <w:spacing w:after="40" w:line="360" w:lineRule="auto"/>
        <w:ind w:left="720"/>
        <w:rPr>
          <w:lang w:eastAsia="ar-SA"/>
        </w:rPr>
      </w:pPr>
      <w:r w:rsidRPr="00CF3863">
        <w:rPr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AA9BD09" wp14:editId="6CC5EC97">
                <wp:simplePos x="0" y="0"/>
                <wp:positionH relativeFrom="column">
                  <wp:posOffset>3311194</wp:posOffset>
                </wp:positionH>
                <wp:positionV relativeFrom="paragraph">
                  <wp:posOffset>2023745</wp:posOffset>
                </wp:positionV>
                <wp:extent cx="2794000" cy="2445385"/>
                <wp:effectExtent l="0" t="0" r="6350" b="0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000" cy="2445385"/>
                          <a:chOff x="0" y="0"/>
                          <a:chExt cx="2794000" cy="2445385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0" cy="2445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1537" y="326003"/>
                            <a:ext cx="35750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 w:val="24"/>
                                    </w:rPr>
                                    <m:t>K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4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69774" y="1757238"/>
                            <a:ext cx="35750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03082" y="1765189"/>
                            <a:ext cx="35750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t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2066" y="850789"/>
                            <a:ext cx="35750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569" y="850789"/>
                            <a:ext cx="357505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F3863" w:rsidRPr="00276FCD" w:rsidRDefault="00CF3863" w:rsidP="00CF3863">
                              <w:pPr>
                                <w:rPr>
                                  <w:sz w:val="24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n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40" style="position:absolute;left:0;text-align:left;margin-left:260.7pt;margin-top:159.35pt;width:220pt;height:192.55pt;z-index:251663360" coordsize="27940,244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">
                <v:shape id="Grafik 7" o:spid="_x0000_s1041" type="#_x0000_t75" style="position:absolute;width:27940;height:244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5K9GTBAAAA2gAAAA8AAABkcnMvZG93bnJldi54bWxEj0GLwjAUhO+C/yE8wZumVtCla5RFED3o&#10;QV0Eb4/mbVO2ealN1PrvjSB4HGbmG2a2aG0lbtT40rGC0TABQZw7XXKh4Pe4GnyB8AFZY+WYFDzI&#10;w2Le7cww0+7Oe7odQiEihH2GCkwIdSalzw1Z9ENXE0fvzzUWQ5RNIXWD9wi3lUyTZCItlhwXDNa0&#10;NJT/H65WwWqzPLV7Ok4vcj3enus03aGxSvV77c83iEBt+ITf7Y1WMIXXlXgD5P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5K9GTBAAAA2gAAAA8AAAAAAAAAAAAAAAAAnwIA&#10;AGRycy9kb3ducmV2LnhtbFBLBQYAAAAABAAEAPcAAACNAwAAAAA=&#10;">
                  <v:imagedata r:id="rId18" o:title=""/>
                  <v:path arrowok="t"/>
                </v:shape>
                <v:shape id="_x0000_s1042" type="#_x0000_t202" style="position:absolute;left:23615;top:3260;width:3575;height:30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K</m:t>
                            </m:r>
                          </m:oMath>
                        </m:oMathPara>
                      </w:p>
                    </w:txbxContent>
                  </v:textbox>
                </v:shape>
                <v:shape id="_x0000_s1043" type="#_x0000_t202" style="position:absolute;left:16697;top:17572;width:3575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_x0000_s1044" type="#_x0000_t202" style="position:absolute;left:8030;top:17651;width:3575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t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_x0000_s1045" type="#_x0000_t202" style="position:absolute;left:16220;top:8507;width:3575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_x0000_s1046" type="#_x0000_t202" style="position:absolute;left:7235;top:8507;width:3575;height:30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CF3863" w:rsidRPr="00276FCD" w:rsidRDefault="00CF3863" w:rsidP="00CF3863">
                        <w:pPr>
                          <w:rPr>
                            <w:sz w:val="24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n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CF3863" w:rsidRPr="00CF3863" w:rsidRDefault="00CF3863" w:rsidP="00CF3863">
      <w:pPr>
        <w:numPr>
          <w:ilvl w:val="0"/>
          <w:numId w:val="27"/>
        </w:numPr>
        <w:spacing w:after="40" w:line="360" w:lineRule="auto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K</m:t>
        </m:r>
      </m:oMath>
      <w:r w:rsidRPr="00CF3863">
        <w:rPr>
          <w:lang w:eastAsia="ar-SA"/>
        </w:rPr>
        <w:t xml:space="preserve"> ist das Schaubild der Funktion </w:t>
      </w:r>
      <m:oMath>
        <m:r>
          <w:rPr>
            <w:rFonts w:ascii="Cambria Math" w:hAnsi="Cambria Math"/>
            <w:lang w:eastAsia="ar-SA"/>
          </w:rPr>
          <m:t>f</m:t>
        </m:r>
      </m:oMath>
      <w:r w:rsidRPr="00CF3863">
        <w:rPr>
          <w:lang w:eastAsia="ar-SA"/>
        </w:rPr>
        <w:t xml:space="preserve"> </w:t>
      </w:r>
      <w:proofErr w:type="gramStart"/>
      <w:r w:rsidRPr="00CF3863">
        <w:rPr>
          <w:lang w:eastAsia="ar-SA"/>
        </w:rPr>
        <w:t xml:space="preserve">mit </w:t>
      </w:r>
      <w:proofErr w:type="gramEnd"/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5+x²</m:t>
            </m:r>
          </m:e>
        </m:rad>
        <m:r>
          <w:rPr>
            <w:rFonts w:ascii="Cambria Math" w:hAnsi="Cambria Math"/>
            <w:lang w:eastAsia="ar-SA"/>
          </w:rPr>
          <m:t>-6</m:t>
        </m:r>
      </m:oMath>
      <w:r w:rsidRPr="00CF3863">
        <w:rPr>
          <w:lang w:eastAsia="ar-SA"/>
        </w:rPr>
        <w:t xml:space="preserve">. </w:t>
      </w:r>
    </w:p>
    <w:p w:rsidR="00CF3863" w:rsidRPr="00CF3863" w:rsidRDefault="00CF3863" w:rsidP="00CF3863">
      <w:pPr>
        <w:numPr>
          <w:ilvl w:val="1"/>
          <w:numId w:val="27"/>
        </w:numPr>
        <w:spacing w:after="40" w:line="360" w:lineRule="auto"/>
        <w:rPr>
          <w:lang w:eastAsia="ar-SA"/>
        </w:rPr>
      </w:pPr>
      <m:oMath>
        <m:r>
          <m:rPr>
            <m:scr m:val="double-struck"/>
          </m:rPr>
          <w:rPr>
            <w:rFonts w:ascii="Cambria Math" w:hAnsi="Cambria Math"/>
            <w:lang w:eastAsia="ar-SA"/>
          </w:rPr>
          <m:t>D=R</m:t>
        </m:r>
      </m:oMath>
      <w:r w:rsidRPr="00CF3863">
        <w:rPr>
          <w:lang w:eastAsia="ar-SA"/>
        </w:rPr>
        <w:t xml:space="preserve"> , da </w:t>
      </w:r>
      <m:oMath>
        <m:r>
          <w:rPr>
            <w:rFonts w:ascii="Cambria Math" w:hAnsi="Cambria Math"/>
            <w:lang w:eastAsia="ar-SA"/>
          </w:rPr>
          <m:t>5+x²≥0</m:t>
        </m:r>
      </m:oMath>
      <w:r w:rsidRPr="00CF3863">
        <w:rPr>
          <w:lang w:eastAsia="ar-SA"/>
        </w:rPr>
        <w:t xml:space="preserve"> für jedes </w:t>
      </w:r>
      <m:oMath>
        <m:r>
          <w:rPr>
            <w:rFonts w:ascii="Cambria Math" w:hAnsi="Cambria Math"/>
            <w:lang w:eastAsia="ar-SA"/>
          </w:rPr>
          <m:t>x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0</m:t>
            </m:r>
          </m:e>
        </m:d>
        <m:r>
          <w:rPr>
            <w:rFonts w:ascii="Cambria Math" w:hAnsi="Cambria Math"/>
            <w:lang w:eastAsia="ar-SA"/>
          </w:rPr>
          <m:t>=2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5</m:t>
            </m:r>
          </m:e>
        </m:rad>
        <m:r>
          <w:rPr>
            <w:rFonts w:ascii="Cambria Math" w:hAnsi="Cambria Math"/>
            <w:lang w:eastAsia="ar-SA"/>
          </w:rPr>
          <m:t>-6≈-1,53</m:t>
        </m:r>
      </m:oMath>
      <w:r w:rsidRPr="00CF3863">
        <w:rPr>
          <w:lang w:eastAsia="ar-SA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S</m:t>
            </m:r>
          </m:e>
          <m:sub>
            <m:r>
              <w:rPr>
                <w:rFonts w:ascii="Cambria Math" w:hAnsi="Cambria Math"/>
                <w:lang w:eastAsia="ar-SA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0</m:t>
            </m:r>
          </m:e>
          <m:e>
            <m:r>
              <w:rPr>
                <w:rFonts w:ascii="Cambria Math" w:hAnsi="Cambria Math"/>
                <w:lang w:eastAsia="ar-SA"/>
              </w:rPr>
              <m:t>-1,52</m:t>
            </m:r>
          </m:e>
        </m:d>
      </m:oMath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f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=0 ⟺ 2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5+</m:t>
            </m:r>
            <m:sSup>
              <m:sSup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sSupPr>
              <m:e>
                <m:r>
                  <w:rPr>
                    <w:rFonts w:ascii="Cambria Math" w:hAnsi="Cambria Math"/>
                    <w:lang w:eastAsia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ar-SA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eastAsia="ar-SA"/>
          </w:rPr>
          <m:t>-6=0 ⟺</m:t>
        </m:r>
        <m:rad>
          <m:radPr>
            <m:degHide m:val="1"/>
            <m:ctrlPr>
              <w:rPr>
                <w:rFonts w:ascii="Cambria Math" w:hAnsi="Cambria Math"/>
                <w:i/>
                <w:lang w:eastAsia="ar-SA"/>
              </w:rPr>
            </m:ctrlPr>
          </m:radPr>
          <m:deg/>
          <m:e>
            <m:r>
              <w:rPr>
                <w:rFonts w:ascii="Cambria Math" w:hAnsi="Cambria Math"/>
                <w:lang w:eastAsia="ar-SA"/>
              </w:rPr>
              <m:t>5+</m:t>
            </m:r>
            <m:sSup>
              <m:sSup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sSupPr>
              <m:e>
                <m:r>
                  <w:rPr>
                    <w:rFonts w:ascii="Cambria Math" w:hAnsi="Cambria Math"/>
                    <w:lang w:eastAsia="ar-SA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eastAsia="ar-SA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lang w:eastAsia="ar-SA"/>
          </w:rPr>
          <m:t xml:space="preserve">=3 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⟹5+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x</m:t>
            </m:r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=9 ⟺</m:t>
        </m:r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x</m:t>
            </m:r>
          </m:e>
          <m:sup>
            <m:r>
              <w:rPr>
                <w:rFonts w:ascii="Cambria Math" w:hAnsi="Cambria Math"/>
                <w:lang w:eastAsia="ar-SA"/>
              </w:rPr>
              <m:t>2</m:t>
            </m:r>
          </m:sup>
        </m:sSup>
        <m:r>
          <w:rPr>
            <w:rFonts w:ascii="Cambria Math" w:hAnsi="Cambria Math"/>
            <w:lang w:eastAsia="ar-SA"/>
          </w:rPr>
          <m:t>=4⟺</m:t>
        </m:r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x</m:t>
            </m:r>
          </m:e>
          <m:sub>
            <m:r>
              <w:rPr>
                <w:rFonts w:ascii="Cambria Math" w:hAnsi="Cambria Math"/>
                <w:lang w:eastAsia="ar-SA"/>
              </w:rPr>
              <m:t>1/2</m:t>
            </m:r>
          </m:sub>
        </m:sSub>
        <m:r>
          <w:rPr>
            <w:rFonts w:ascii="Cambria Math" w:hAnsi="Cambria Math"/>
            <w:lang w:eastAsia="ar-SA"/>
          </w:rPr>
          <m:t>=±2</m:t>
        </m:r>
      </m:oMath>
      <w:r w:rsidRPr="00CF3863">
        <w:rPr>
          <w:lang w:eastAsia="ar-SA"/>
        </w:rPr>
        <w:t xml:space="preserve">   </w:t>
      </w: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N</m:t>
            </m:r>
          </m:e>
          <m:sub>
            <m:r>
              <w:rPr>
                <w:rFonts w:ascii="Cambria Math" w:hAnsi="Cambria Math"/>
                <w:lang w:eastAsia="ar-SA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-2</m:t>
            </m:r>
          </m:e>
          <m:e>
            <m:r>
              <w:rPr>
                <w:rFonts w:ascii="Cambria Math" w:hAnsi="Cambria Math"/>
                <w:lang w:eastAsia="ar-SA"/>
              </w:rPr>
              <m:t>0</m:t>
            </m:r>
          </m:e>
        </m:d>
        <m:r>
          <w:rPr>
            <w:rFonts w:ascii="Cambria Math" w:hAnsi="Cambria Math"/>
            <w:lang w:eastAsia="ar-SA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N</m:t>
            </m:r>
          </m:e>
          <m:sub>
            <m:r>
              <w:rPr>
                <w:rFonts w:ascii="Cambria Math" w:hAnsi="Cambria Math"/>
                <w:lang w:eastAsia="ar-SA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2</m:t>
            </m:r>
          </m:e>
          <m:e>
            <m:r>
              <w:rPr>
                <w:rFonts w:ascii="Cambria Math" w:hAnsi="Cambria Math"/>
                <w:lang w:eastAsia="ar-SA"/>
              </w:rPr>
              <m:t>0</m:t>
            </m:r>
          </m:e>
        </m:d>
      </m:oMath>
    </w:p>
    <w:p w:rsidR="00CF3863" w:rsidRPr="00CF3863" w:rsidRDefault="00CF3863" w:rsidP="00CF3863">
      <w:pPr>
        <w:numPr>
          <w:ilvl w:val="1"/>
          <w:numId w:val="27"/>
        </w:numPr>
        <w:spacing w:after="40" w:line="360" w:lineRule="auto"/>
        <w:rPr>
          <w:lang w:eastAsia="ar-SA"/>
        </w:rPr>
      </w:pPr>
      <m:oMath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f</m:t>
            </m:r>
          </m:e>
          <m:sup>
            <m:r>
              <w:rPr>
                <w:rFonts w:ascii="Cambria Math" w:hAnsi="Cambria Math"/>
                <w:lang w:eastAsia="ar-SA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x</m:t>
            </m:r>
          </m:e>
        </m:d>
        <m:r>
          <w:rPr>
            <w:rFonts w:ascii="Cambria Math" w:hAnsi="Cambria Math"/>
            <w:lang w:eastAsia="ar-SA"/>
          </w:rPr>
          <m:t>=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2x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eastAsia="ar-SA"/>
                  </w:rPr>
                  <m:t>5+x²</m:t>
                </m:r>
              </m:e>
            </m:rad>
          </m:den>
        </m:f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w:r w:rsidRPr="00CF3863">
        <w:rPr>
          <w:lang w:eastAsia="ar-S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f</m:t>
            </m:r>
          </m:e>
          <m:sup>
            <m:r>
              <w:rPr>
                <w:rFonts w:ascii="Cambria Math" w:hAnsi="Cambria Math"/>
                <w:lang w:eastAsia="ar-SA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2</m:t>
            </m:r>
          </m:e>
        </m:d>
        <m:r>
          <w:rPr>
            <w:rFonts w:ascii="Cambria Math" w:hAnsi="Cambria Math"/>
            <w:lang w:eastAsia="ar-SA"/>
          </w:rPr>
          <m:t xml:space="preserve">= 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4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</m:oMath>
      <w:r w:rsidRPr="00CF3863">
        <w:rPr>
          <w:lang w:eastAsia="ar-SA"/>
        </w:rPr>
        <w:t xml:space="preserve"> </w:t>
      </w:r>
      <w:r w:rsidRPr="00CF3863">
        <w:rPr>
          <w:lang w:eastAsia="ar-SA"/>
        </w:rPr>
        <w:tab/>
      </w:r>
      <m:oMath>
        <m:sSup>
          <m:sSupPr>
            <m:ctrlPr>
              <w:rPr>
                <w:rFonts w:ascii="Cambria Math" w:hAnsi="Cambria Math"/>
                <w:i/>
                <w:lang w:eastAsia="ar-SA"/>
              </w:rPr>
            </m:ctrlPr>
          </m:sSupPr>
          <m:e>
            <m:r>
              <w:rPr>
                <w:rFonts w:ascii="Cambria Math" w:hAnsi="Cambria Math"/>
                <w:lang w:eastAsia="ar-SA"/>
              </w:rPr>
              <m:t>f</m:t>
            </m:r>
          </m:e>
          <m:sup>
            <m:r>
              <w:rPr>
                <w:rFonts w:ascii="Cambria Math" w:hAnsi="Cambria Math"/>
                <w:lang w:eastAsia="ar-SA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r>
              <w:rPr>
                <w:rFonts w:ascii="Cambria Math" w:hAnsi="Cambria Math"/>
                <w:lang w:eastAsia="ar-SA"/>
              </w:rPr>
              <m:t>-2</m:t>
            </m:r>
          </m:e>
        </m:d>
        <m:r>
          <w:rPr>
            <w:rFonts w:ascii="Cambria Math" w:hAnsi="Cambria Math"/>
            <w:lang w:eastAsia="ar-SA"/>
          </w:rPr>
          <m:t>= 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4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t</m:t>
            </m:r>
          </m:e>
          <m:sub>
            <m:r>
              <w:rPr>
                <w:rFonts w:ascii="Cambria Math" w:hAnsi="Cambria Math"/>
                <w:lang w:eastAsia="ar-SA"/>
              </w:rPr>
              <m:t>1</m:t>
            </m:r>
          </m:sub>
        </m:sSub>
        <m:r>
          <w:rPr>
            <w:rFonts w:ascii="Cambria Math" w:hAnsi="Cambria Math"/>
            <w:lang w:eastAsia="ar-SA"/>
          </w:rPr>
          <m:t>:y=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4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  <m:r>
          <w:rPr>
            <w:rFonts w:ascii="Cambria Math" w:hAnsi="Cambria Math"/>
            <w:lang w:eastAsia="ar-SA"/>
          </w:rPr>
          <m:t>x-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8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</m:oMath>
      <w:r w:rsidRPr="00CF3863">
        <w:rPr>
          <w:lang w:eastAsia="ar-SA"/>
        </w:rPr>
        <w:t xml:space="preserve"> </w:t>
      </w:r>
      <w:r w:rsidRPr="00CF3863">
        <w:rPr>
          <w:lang w:eastAsia="ar-SA"/>
        </w:rPr>
        <w:tab/>
      </w: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n</m:t>
            </m:r>
          </m:e>
          <m:sub>
            <m:r>
              <w:rPr>
                <w:rFonts w:ascii="Cambria Math" w:hAnsi="Cambria Math"/>
                <w:lang w:eastAsia="ar-SA"/>
              </w:rPr>
              <m:t>1</m:t>
            </m:r>
          </m:sub>
        </m:sSub>
        <m:r>
          <w:rPr>
            <w:rFonts w:ascii="Cambria Math" w:hAnsi="Cambria Math"/>
            <w:lang w:eastAsia="ar-SA"/>
          </w:rPr>
          <m:t>:y= 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3</m:t>
            </m:r>
          </m:num>
          <m:den>
            <m:r>
              <w:rPr>
                <w:rFonts w:ascii="Cambria Math" w:hAnsi="Cambria Math"/>
                <w:lang w:eastAsia="ar-SA"/>
              </w:rPr>
              <m:t>4</m:t>
            </m:r>
          </m:den>
        </m:f>
        <m:r>
          <w:rPr>
            <w:rFonts w:ascii="Cambria Math" w:hAnsi="Cambria Math"/>
            <w:lang w:eastAsia="ar-SA"/>
          </w:rPr>
          <m:t>x+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3</m:t>
            </m:r>
          </m:num>
          <m:den>
            <m:r>
              <w:rPr>
                <w:rFonts w:ascii="Cambria Math" w:hAnsi="Cambria Math"/>
                <w:lang w:eastAsia="ar-SA"/>
              </w:rPr>
              <m:t>2</m:t>
            </m:r>
          </m:den>
        </m:f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t</m:t>
            </m:r>
          </m:e>
          <m:sub>
            <m:r>
              <w:rPr>
                <w:rFonts w:ascii="Cambria Math" w:hAnsi="Cambria Math"/>
                <w:lang w:eastAsia="ar-SA"/>
              </w:rPr>
              <m:t>2</m:t>
            </m:r>
          </m:sub>
        </m:sSub>
        <m:r>
          <w:rPr>
            <w:rFonts w:ascii="Cambria Math" w:hAnsi="Cambria Math"/>
            <w:lang w:eastAsia="ar-SA"/>
          </w:rPr>
          <m:t>:y=-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4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  <m:r>
          <w:rPr>
            <w:rFonts w:ascii="Cambria Math" w:hAnsi="Cambria Math"/>
            <w:lang w:eastAsia="ar-SA"/>
          </w:rPr>
          <m:t>x-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8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</m:oMath>
      <w:r w:rsidRPr="00CF3863">
        <w:rPr>
          <w:lang w:eastAsia="ar-SA"/>
        </w:rPr>
        <w:t xml:space="preserve"> </w:t>
      </w:r>
      <w:r w:rsidRPr="00CF3863">
        <w:rPr>
          <w:lang w:eastAsia="ar-SA"/>
        </w:rPr>
        <w:tab/>
      </w:r>
      <m:oMath>
        <m:sSub>
          <m:sSubPr>
            <m:ctrlPr>
              <w:rPr>
                <w:rFonts w:ascii="Cambria Math" w:hAnsi="Cambria Math"/>
                <w:i/>
                <w:lang w:eastAsia="ar-SA"/>
              </w:rPr>
            </m:ctrlPr>
          </m:sSubPr>
          <m:e>
            <m:r>
              <w:rPr>
                <w:rFonts w:ascii="Cambria Math" w:hAnsi="Cambria Math"/>
                <w:lang w:eastAsia="ar-SA"/>
              </w:rPr>
              <m:t>n</m:t>
            </m:r>
          </m:e>
          <m:sub>
            <m:r>
              <w:rPr>
                <w:rFonts w:ascii="Cambria Math" w:hAnsi="Cambria Math"/>
                <w:lang w:eastAsia="ar-SA"/>
              </w:rPr>
              <m:t>2</m:t>
            </m:r>
          </m:sub>
        </m:sSub>
        <m:r>
          <w:rPr>
            <w:rFonts w:ascii="Cambria Math" w:hAnsi="Cambria Math"/>
            <w:lang w:eastAsia="ar-SA"/>
          </w:rPr>
          <m:t xml:space="preserve">:y= 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3</m:t>
            </m:r>
          </m:num>
          <m:den>
            <m:r>
              <w:rPr>
                <w:rFonts w:ascii="Cambria Math" w:hAnsi="Cambria Math"/>
                <w:lang w:eastAsia="ar-SA"/>
              </w:rPr>
              <m:t>4</m:t>
            </m:r>
          </m:den>
        </m:f>
        <m:r>
          <w:rPr>
            <w:rFonts w:ascii="Cambria Math" w:hAnsi="Cambria Math"/>
            <w:lang w:eastAsia="ar-SA"/>
          </w:rPr>
          <m:t>x+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3</m:t>
            </m:r>
          </m:num>
          <m:den>
            <m:r>
              <w:rPr>
                <w:rFonts w:ascii="Cambria Math" w:hAnsi="Cambria Math"/>
                <w:lang w:eastAsia="ar-SA"/>
              </w:rPr>
              <m:t>2</m:t>
            </m:r>
          </m:den>
        </m:f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spacing w:after="40" w:line="360" w:lineRule="auto"/>
        <w:ind w:left="1440"/>
        <w:rPr>
          <w:lang w:eastAsia="ar-SA"/>
        </w:rPr>
      </w:pPr>
      <m:oMath>
        <m:r>
          <w:rPr>
            <w:rFonts w:ascii="Cambria Math" w:hAnsi="Cambria Math"/>
            <w:lang w:eastAsia="ar-SA"/>
          </w:rPr>
          <m:t>A=4∙</m:t>
        </m:r>
        <m:d>
          <m:dPr>
            <m:ctrlPr>
              <w:rPr>
                <w:rFonts w:ascii="Cambria Math" w:hAnsi="Cambria Math"/>
                <w:i/>
                <w:lang w:eastAsia="ar-S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8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3</m:t>
                </m:r>
              </m:den>
            </m:f>
            <m:r>
              <w:rPr>
                <w:rFonts w:ascii="Cambria Math" w:hAnsi="Cambria Math"/>
                <w:lang w:eastAsia="ar-SA"/>
              </w:rPr>
              <m:t>+</m:t>
            </m:r>
            <m:f>
              <m:fPr>
                <m:ctrlPr>
                  <w:rPr>
                    <w:rFonts w:ascii="Cambria Math" w:hAnsi="Cambria Math"/>
                    <w:i/>
                    <w:lang w:eastAsia="ar-SA"/>
                  </w:rPr>
                </m:ctrlPr>
              </m:fPr>
              <m:num>
                <m:r>
                  <w:rPr>
                    <w:rFonts w:ascii="Cambria Math" w:hAnsi="Cambria Math"/>
                    <w:lang w:eastAsia="ar-SA"/>
                  </w:rPr>
                  <m:t>3</m:t>
                </m:r>
              </m:num>
              <m:den>
                <m:r>
                  <w:rPr>
                    <w:rFonts w:ascii="Cambria Math" w:hAnsi="Cambria Math"/>
                    <w:lang w:eastAsia="ar-SA"/>
                  </w:rPr>
                  <m:t>2</m:t>
                </m:r>
              </m:den>
            </m:f>
          </m:e>
        </m:d>
        <m:r>
          <w:rPr>
            <w:rFonts w:ascii="Cambria Math" w:hAnsi="Cambria Math"/>
            <w:lang w:eastAsia="ar-SA"/>
          </w:rPr>
          <m:t>=</m:t>
        </m:r>
        <m:f>
          <m:fPr>
            <m:ctrlPr>
              <w:rPr>
                <w:rFonts w:ascii="Cambria Math" w:hAnsi="Cambria Math"/>
                <w:i/>
                <w:lang w:eastAsia="ar-SA"/>
              </w:rPr>
            </m:ctrlPr>
          </m:fPr>
          <m:num>
            <m:r>
              <w:rPr>
                <w:rFonts w:ascii="Cambria Math" w:hAnsi="Cambria Math"/>
                <w:lang w:eastAsia="ar-SA"/>
              </w:rPr>
              <m:t>50</m:t>
            </m:r>
          </m:num>
          <m:den>
            <m:r>
              <w:rPr>
                <w:rFonts w:ascii="Cambria Math" w:hAnsi="Cambria Math"/>
                <w:lang w:eastAsia="ar-SA"/>
              </w:rPr>
              <m:t>3</m:t>
            </m:r>
          </m:den>
        </m:f>
        <m:r>
          <w:rPr>
            <w:rFonts w:ascii="Cambria Math" w:hAnsi="Cambria Math"/>
            <w:lang w:eastAsia="ar-SA"/>
          </w:rPr>
          <m:t>≈16,67 FE</m:t>
        </m:r>
      </m:oMath>
      <w:r w:rsidRPr="00CF3863">
        <w:rPr>
          <w:lang w:eastAsia="ar-SA"/>
        </w:rPr>
        <w:t xml:space="preserve"> </w:t>
      </w:r>
    </w:p>
    <w:p w:rsidR="00CF3863" w:rsidRPr="00CF3863" w:rsidRDefault="00CF3863" w:rsidP="00CF3863">
      <w:pPr>
        <w:rPr>
          <w:lang w:eastAsia="ar-SA"/>
        </w:rPr>
      </w:pPr>
    </w:p>
    <w:p w:rsidR="00CF3863" w:rsidRPr="00CF3863" w:rsidRDefault="00CF3863" w:rsidP="00CF3863">
      <w:pPr>
        <w:spacing w:line="360" w:lineRule="auto"/>
        <w:rPr>
          <w:bCs/>
          <w:lang w:eastAsia="ar-SA"/>
        </w:rPr>
      </w:pPr>
    </w:p>
    <w:p w:rsidR="000051B1" w:rsidRPr="00CF3863" w:rsidRDefault="000051B1" w:rsidP="00CF3863"/>
    <w:sectPr w:rsidR="000051B1" w:rsidRPr="00CF3863" w:rsidSect="006347B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01" w:rsidRDefault="00855B01">
      <w:r>
        <w:separator/>
      </w:r>
    </w:p>
  </w:endnote>
  <w:endnote w:type="continuationSeparator" w:id="0">
    <w:p w:rsidR="00855B01" w:rsidRDefault="008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6347B7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28743"/>
      <w:docPartObj>
        <w:docPartGallery w:val="Page Numbers (Bottom of Page)"/>
        <w:docPartUnique/>
      </w:docPartObj>
    </w:sdtPr>
    <w:sdtEndPr/>
    <w:sdtContent>
      <w:p w:rsidR="004C2768" w:rsidRDefault="004C2768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F30"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F30" w:rsidRDefault="00B13F3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01" w:rsidRDefault="00855B01">
      <w:r>
        <w:separator/>
      </w:r>
    </w:p>
  </w:footnote>
  <w:footnote w:type="continuationSeparator" w:id="0">
    <w:p w:rsidR="00855B01" w:rsidRDefault="00855B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7E8CDA55" wp14:editId="7CA0EA95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545223" wp14:editId="71DFD3DD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768" w:rsidRDefault="004C2768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465BCCCF" wp14:editId="4ACCEE26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C2768" w:rsidTr="00333D0F">
      <w:tc>
        <w:tcPr>
          <w:tcW w:w="3369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C2768" w:rsidRDefault="004C2768" w:rsidP="00333D0F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C2768" w:rsidRDefault="004C2768" w:rsidP="000051B1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 w:rsidR="00B13F30">
            <w:rPr>
              <w:noProof/>
              <w:color w:val="808080"/>
              <w:szCs w:val="20"/>
            </w:rPr>
            <w:t>5.1 Wurzelfunktion Arbeitsblätter</w:t>
          </w:r>
          <w:r>
            <w:rPr>
              <w:noProof/>
              <w:color w:val="808080"/>
              <w:szCs w:val="20"/>
            </w:rPr>
            <w:fldChar w:fldCharType="end"/>
          </w:r>
          <w:bookmarkStart w:id="0" w:name="_GoBack"/>
          <w:bookmarkEnd w:id="0"/>
        </w:p>
      </w:tc>
    </w:tr>
  </w:tbl>
  <w:p w:rsidR="004C2768" w:rsidRDefault="004C2768" w:rsidP="004C2768">
    <w:pPr>
      <w:pStyle w:val="Kopfzeile"/>
    </w:pPr>
  </w:p>
  <w:p w:rsidR="00793573" w:rsidRPr="004C2768" w:rsidRDefault="00793573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F30" w:rsidRDefault="00B13F3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1281F"/>
    <w:multiLevelType w:val="hybridMultilevel"/>
    <w:tmpl w:val="7E0031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16B61"/>
    <w:multiLevelType w:val="hybridMultilevel"/>
    <w:tmpl w:val="FF2CE838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3DC11E4"/>
    <w:multiLevelType w:val="hybridMultilevel"/>
    <w:tmpl w:val="529821D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2712F3"/>
    <w:multiLevelType w:val="hybridMultilevel"/>
    <w:tmpl w:val="A6E07F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68E159A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3"/>
  </w:num>
  <w:num w:numId="2">
    <w:abstractNumId w:val="14"/>
  </w:num>
  <w:num w:numId="3">
    <w:abstractNumId w:val="0"/>
  </w:num>
  <w:num w:numId="4">
    <w:abstractNumId w:val="13"/>
  </w:num>
  <w:num w:numId="5">
    <w:abstractNumId w:val="16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8"/>
  </w:num>
  <w:num w:numId="7">
    <w:abstractNumId w:val="7"/>
  </w:num>
  <w:num w:numId="8">
    <w:abstractNumId w:val="21"/>
  </w:num>
  <w:num w:numId="9">
    <w:abstractNumId w:val="8"/>
  </w:num>
  <w:num w:numId="10">
    <w:abstractNumId w:val="26"/>
  </w:num>
  <w:num w:numId="11">
    <w:abstractNumId w:val="11"/>
  </w:num>
  <w:num w:numId="12">
    <w:abstractNumId w:val="17"/>
  </w:num>
  <w:num w:numId="13">
    <w:abstractNumId w:val="12"/>
  </w:num>
  <w:num w:numId="14">
    <w:abstractNumId w:val="22"/>
  </w:num>
  <w:num w:numId="15">
    <w:abstractNumId w:val="19"/>
  </w:num>
  <w:num w:numId="16">
    <w:abstractNumId w:val="9"/>
  </w:num>
  <w:num w:numId="17">
    <w:abstractNumId w:val="18"/>
  </w:num>
  <w:num w:numId="18">
    <w:abstractNumId w:val="20"/>
  </w:num>
  <w:num w:numId="19">
    <w:abstractNumId w:val="6"/>
  </w:num>
  <w:num w:numId="20">
    <w:abstractNumId w:val="15"/>
  </w:num>
  <w:num w:numId="21">
    <w:abstractNumId w:val="25"/>
  </w:num>
  <w:num w:numId="22">
    <w:abstractNumId w:val="2"/>
  </w:num>
  <w:num w:numId="23">
    <w:abstractNumId w:val="5"/>
  </w:num>
  <w:num w:numId="24">
    <w:abstractNumId w:val="4"/>
  </w:num>
  <w:num w:numId="25">
    <w:abstractNumId w:val="27"/>
  </w:num>
  <w:num w:numId="26">
    <w:abstractNumId w:val="24"/>
  </w:num>
  <w:num w:numId="27">
    <w:abstractNumId w:val="10"/>
  </w:num>
  <w:num w:numId="28">
    <w:abstractNumId w:val="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1B1"/>
    <w:rsid w:val="00005C03"/>
    <w:rsid w:val="0000707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D02A4"/>
    <w:rsid w:val="000E5B58"/>
    <w:rsid w:val="000F0FAA"/>
    <w:rsid w:val="000F4ADD"/>
    <w:rsid w:val="001055D9"/>
    <w:rsid w:val="00116CF0"/>
    <w:rsid w:val="0012069F"/>
    <w:rsid w:val="00122A06"/>
    <w:rsid w:val="00143B1A"/>
    <w:rsid w:val="00157962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57522"/>
    <w:rsid w:val="002773E6"/>
    <w:rsid w:val="002A5DAD"/>
    <w:rsid w:val="002C3C0B"/>
    <w:rsid w:val="002E3133"/>
    <w:rsid w:val="002F65B1"/>
    <w:rsid w:val="0033767E"/>
    <w:rsid w:val="00341135"/>
    <w:rsid w:val="00354A87"/>
    <w:rsid w:val="00364DEA"/>
    <w:rsid w:val="00381971"/>
    <w:rsid w:val="00385B0E"/>
    <w:rsid w:val="003A0D0B"/>
    <w:rsid w:val="003B771D"/>
    <w:rsid w:val="003D403B"/>
    <w:rsid w:val="003E4A0C"/>
    <w:rsid w:val="003E5315"/>
    <w:rsid w:val="003F6526"/>
    <w:rsid w:val="00427E5D"/>
    <w:rsid w:val="00454A8D"/>
    <w:rsid w:val="004609C0"/>
    <w:rsid w:val="00473702"/>
    <w:rsid w:val="004C2768"/>
    <w:rsid w:val="004D6055"/>
    <w:rsid w:val="004E7610"/>
    <w:rsid w:val="004F6C58"/>
    <w:rsid w:val="00506DB8"/>
    <w:rsid w:val="00507E7B"/>
    <w:rsid w:val="005620DE"/>
    <w:rsid w:val="00564E18"/>
    <w:rsid w:val="005653AE"/>
    <w:rsid w:val="00580F3F"/>
    <w:rsid w:val="005877DB"/>
    <w:rsid w:val="00592774"/>
    <w:rsid w:val="005C045C"/>
    <w:rsid w:val="005D427E"/>
    <w:rsid w:val="005E70FD"/>
    <w:rsid w:val="005E7281"/>
    <w:rsid w:val="005F6605"/>
    <w:rsid w:val="006047C3"/>
    <w:rsid w:val="0060782F"/>
    <w:rsid w:val="006220E5"/>
    <w:rsid w:val="0063100A"/>
    <w:rsid w:val="006347B7"/>
    <w:rsid w:val="0063710D"/>
    <w:rsid w:val="0064779A"/>
    <w:rsid w:val="00647F81"/>
    <w:rsid w:val="0065665E"/>
    <w:rsid w:val="00663B0B"/>
    <w:rsid w:val="00664723"/>
    <w:rsid w:val="00675A8E"/>
    <w:rsid w:val="00696651"/>
    <w:rsid w:val="006B4795"/>
    <w:rsid w:val="006C025B"/>
    <w:rsid w:val="006D439A"/>
    <w:rsid w:val="006D65B3"/>
    <w:rsid w:val="006E079C"/>
    <w:rsid w:val="006F7EA3"/>
    <w:rsid w:val="007063AB"/>
    <w:rsid w:val="00715EA6"/>
    <w:rsid w:val="00721505"/>
    <w:rsid w:val="00757897"/>
    <w:rsid w:val="00780905"/>
    <w:rsid w:val="00793573"/>
    <w:rsid w:val="00800B6F"/>
    <w:rsid w:val="00826AF5"/>
    <w:rsid w:val="00841AB6"/>
    <w:rsid w:val="00855B01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D42E1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3F30"/>
    <w:rsid w:val="00B16C22"/>
    <w:rsid w:val="00B26F7E"/>
    <w:rsid w:val="00B32153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7AEB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F3863"/>
    <w:rsid w:val="00D12434"/>
    <w:rsid w:val="00D12EB6"/>
    <w:rsid w:val="00D16D34"/>
    <w:rsid w:val="00D23DB4"/>
    <w:rsid w:val="00D44738"/>
    <w:rsid w:val="00D54CA8"/>
    <w:rsid w:val="00D5658F"/>
    <w:rsid w:val="00DB1BBF"/>
    <w:rsid w:val="00DF0915"/>
    <w:rsid w:val="00DF792E"/>
    <w:rsid w:val="00E04B87"/>
    <w:rsid w:val="00E6612D"/>
    <w:rsid w:val="00E70711"/>
    <w:rsid w:val="00E721C9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850C6"/>
    <w:rsid w:val="00F865F8"/>
    <w:rsid w:val="00F9544A"/>
    <w:rsid w:val="00FA45EC"/>
    <w:rsid w:val="00FB4EFC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styleId="Textkrper">
    <w:name w:val="Body Text"/>
    <w:basedOn w:val="Standard"/>
    <w:link w:val="TextkrperZchn"/>
    <w:semiHidden/>
    <w:unhideWhenUsed/>
    <w:rsid w:val="00CF38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CF3863"/>
    <w:rPr>
      <w:rFonts w:ascii="Arial" w:hAnsi="Arial" w:cs="Arial"/>
      <w:sz w:val="22"/>
      <w:szCs w:val="22"/>
    </w:rPr>
  </w:style>
  <w:style w:type="table" w:customStyle="1" w:styleId="Tabellenraster1">
    <w:name w:val="Tabellenraster1"/>
    <w:basedOn w:val="NormaleTabelle"/>
    <w:next w:val="Tabellenraster"/>
    <w:rsid w:val="00CF3863"/>
    <w:pPr>
      <w:overflowPunct w:val="0"/>
      <w:autoSpaceDE w:val="0"/>
      <w:autoSpaceDN w:val="0"/>
      <w:adjustRightInd w:val="0"/>
      <w:textAlignment w:val="baseline"/>
    </w:pPr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styleId="Textkrper">
    <w:name w:val="Body Text"/>
    <w:basedOn w:val="Standard"/>
    <w:link w:val="TextkrperZchn"/>
    <w:semiHidden/>
    <w:unhideWhenUsed/>
    <w:rsid w:val="00CF38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CF3863"/>
    <w:rPr>
      <w:rFonts w:ascii="Arial" w:hAnsi="Arial" w:cs="Arial"/>
      <w:sz w:val="22"/>
      <w:szCs w:val="22"/>
    </w:rPr>
  </w:style>
  <w:style w:type="table" w:customStyle="1" w:styleId="Tabellenraster1">
    <w:name w:val="Tabellenraster1"/>
    <w:basedOn w:val="NormaleTabelle"/>
    <w:next w:val="Tabellenraster"/>
    <w:rsid w:val="00CF3863"/>
    <w:pPr>
      <w:overflowPunct w:val="0"/>
      <w:autoSpaceDE w:val="0"/>
      <w:autoSpaceDN w:val="0"/>
      <w:adjustRightInd w:val="0"/>
      <w:textAlignment w:val="baseline"/>
    </w:pPr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7C0781-2BD3-49E8-9D26-E1366A52C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</Template>
  <TotalTime>0</TotalTime>
  <Pages>5</Pages>
  <Words>503</Words>
  <Characters>3900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4395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3</cp:revision>
  <cp:lastPrinted>2012-09-06T08:52:00Z</cp:lastPrinted>
  <dcterms:created xsi:type="dcterms:W3CDTF">2015-10-09T07:41:00Z</dcterms:created>
  <dcterms:modified xsi:type="dcterms:W3CDTF">2015-10-09T07:41:00Z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